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ECD69" w14:textId="6254DDA7" w:rsidR="00CB31A9" w:rsidRPr="00CB31A9" w:rsidRDefault="00997F14" w:rsidP="00CB31A9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490147EE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B31A9" w:rsidRPr="00CB31A9">
        <w:rPr>
          <w:rFonts w:ascii="Corbel" w:hAnsi="Corbel"/>
          <w:bCs/>
          <w:i/>
          <w:lang w:eastAsia="ar-SA"/>
        </w:rPr>
        <w:t xml:space="preserve">Załącznik nr 1.5 do Zarządzenia Rektora UR </w:t>
      </w:r>
      <w:r w:rsidR="00ED0568" w:rsidRPr="00ED0568">
        <w:rPr>
          <w:rFonts w:ascii="Corbel" w:hAnsi="Corbel"/>
          <w:bCs/>
          <w:i/>
          <w:lang w:eastAsia="ar-SA"/>
        </w:rPr>
        <w:t>nr 61/2025</w:t>
      </w:r>
    </w:p>
    <w:p w14:paraId="14EAF822" w14:textId="7D7E140F" w:rsidR="00CB31A9" w:rsidRPr="00CB31A9" w:rsidRDefault="00CB31A9" w:rsidP="00CB31A9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CB31A9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53DF2AB" w14:textId="38C022CF" w:rsidR="00CB31A9" w:rsidRPr="00CB31A9" w:rsidRDefault="00CB31A9" w:rsidP="00CB31A9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CB31A9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ED0568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CB31A9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ED0568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04933416" w14:textId="77777777" w:rsidR="00CB31A9" w:rsidRPr="00CB31A9" w:rsidRDefault="00CB31A9" w:rsidP="00CB31A9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CB31A9">
        <w:rPr>
          <w:rFonts w:ascii="Corbel" w:hAnsi="Corbel"/>
          <w:i/>
          <w:sz w:val="20"/>
          <w:szCs w:val="20"/>
          <w:lang w:eastAsia="ar-SA"/>
        </w:rPr>
        <w:t>(skrajne daty</w:t>
      </w:r>
      <w:r w:rsidRPr="00CB31A9">
        <w:rPr>
          <w:rFonts w:ascii="Corbel" w:hAnsi="Corbel"/>
          <w:sz w:val="20"/>
          <w:szCs w:val="20"/>
          <w:lang w:eastAsia="ar-SA"/>
        </w:rPr>
        <w:t>)</w:t>
      </w:r>
    </w:p>
    <w:p w14:paraId="436C2DD6" w14:textId="5C1471AE" w:rsidR="00CB31A9" w:rsidRPr="00CB31A9" w:rsidRDefault="00CB31A9" w:rsidP="00CB31A9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CB31A9">
        <w:rPr>
          <w:rFonts w:ascii="Corbel" w:hAnsi="Corbel"/>
          <w:sz w:val="20"/>
          <w:szCs w:val="20"/>
          <w:lang w:eastAsia="ar-SA"/>
        </w:rPr>
        <w:t>Rok akademicki 202</w:t>
      </w:r>
      <w:r w:rsidR="00ED0568">
        <w:rPr>
          <w:rFonts w:ascii="Corbel" w:hAnsi="Corbel"/>
          <w:sz w:val="20"/>
          <w:szCs w:val="20"/>
          <w:lang w:eastAsia="ar-SA"/>
        </w:rPr>
        <w:t>6</w:t>
      </w:r>
      <w:r w:rsidRPr="00CB31A9">
        <w:rPr>
          <w:rFonts w:ascii="Corbel" w:hAnsi="Corbel"/>
          <w:sz w:val="20"/>
          <w:szCs w:val="20"/>
          <w:lang w:eastAsia="ar-SA"/>
        </w:rPr>
        <w:t>/202</w:t>
      </w:r>
      <w:r w:rsidR="00ED0568">
        <w:rPr>
          <w:rFonts w:ascii="Corbel" w:hAnsi="Corbel"/>
          <w:sz w:val="20"/>
          <w:szCs w:val="20"/>
          <w:lang w:eastAsia="ar-SA"/>
        </w:rPr>
        <w:t>7</w:t>
      </w:r>
    </w:p>
    <w:p w14:paraId="5BDFCD26" w14:textId="77777777" w:rsidR="00E4219B" w:rsidRPr="00374FD7" w:rsidRDefault="00E4219B" w:rsidP="00E4219B">
      <w:pPr>
        <w:spacing w:after="0" w:line="240" w:lineRule="auto"/>
        <w:rPr>
          <w:rFonts w:ascii="Corbel" w:hAnsi="Corbel"/>
        </w:rPr>
      </w:pPr>
    </w:p>
    <w:p w14:paraId="28274FBF" w14:textId="5DD210DD" w:rsidR="00CB31A9" w:rsidRPr="00E4219B" w:rsidRDefault="00E4219B" w:rsidP="00E4219B">
      <w:pPr>
        <w:pStyle w:val="Punktygwne"/>
        <w:spacing w:before="0" w:after="0"/>
        <w:rPr>
          <w:rFonts w:ascii="Corbel" w:hAnsi="Corbel"/>
          <w:sz w:val="22"/>
        </w:rPr>
      </w:pPr>
      <w:r w:rsidRPr="00374FD7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1036" w:rsidRPr="00BE004E" w14:paraId="4A5D4907" w14:textId="77777777" w:rsidTr="03350425">
        <w:tc>
          <w:tcPr>
            <w:tcW w:w="2694" w:type="dxa"/>
            <w:vAlign w:val="center"/>
          </w:tcPr>
          <w:p w14:paraId="0B511B88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99F51E" w14:textId="77777777" w:rsidR="00001036" w:rsidRPr="00BE004E" w:rsidRDefault="00001036" w:rsidP="0335042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3350425">
              <w:rPr>
                <w:rFonts w:ascii="Corbel" w:hAnsi="Corbel"/>
                <w:bCs/>
                <w:sz w:val="24"/>
                <w:szCs w:val="24"/>
              </w:rPr>
              <w:t>Współczesne ustroje polityczne</w:t>
            </w:r>
          </w:p>
        </w:tc>
      </w:tr>
      <w:tr w:rsidR="00001036" w:rsidRPr="00BE004E" w14:paraId="2B68C73A" w14:textId="77777777" w:rsidTr="03350425">
        <w:tc>
          <w:tcPr>
            <w:tcW w:w="2694" w:type="dxa"/>
            <w:vAlign w:val="center"/>
          </w:tcPr>
          <w:p w14:paraId="77C7762B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0D4DA7" w14:textId="77777777" w:rsidR="00001036" w:rsidRPr="00BE004E" w:rsidRDefault="00001036" w:rsidP="009C5102">
            <w:pPr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BE004E">
              <w:rPr>
                <w:rFonts w:ascii="Corbel" w:hAnsi="Corbel" w:cs="Calibri"/>
                <w:sz w:val="24"/>
                <w:szCs w:val="24"/>
              </w:rPr>
              <w:t>ASO 33</w:t>
            </w:r>
          </w:p>
        </w:tc>
      </w:tr>
      <w:tr w:rsidR="00001036" w:rsidRPr="00BE004E" w14:paraId="529099BD" w14:textId="77777777" w:rsidTr="03350425">
        <w:tc>
          <w:tcPr>
            <w:tcW w:w="2694" w:type="dxa"/>
            <w:vAlign w:val="center"/>
          </w:tcPr>
          <w:p w14:paraId="6DAFC174" w14:textId="77777777" w:rsidR="00001036" w:rsidRPr="00BE004E" w:rsidRDefault="00001036" w:rsidP="009C5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A9D60A0" w14:textId="4776A840" w:rsidR="00001036" w:rsidRPr="00BE004E" w:rsidRDefault="00886FE7" w:rsidP="03350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Prawa i Administracji </w:t>
            </w:r>
          </w:p>
        </w:tc>
      </w:tr>
      <w:tr w:rsidR="00001036" w:rsidRPr="00BE004E" w14:paraId="65D91074" w14:textId="77777777" w:rsidTr="03350425">
        <w:tc>
          <w:tcPr>
            <w:tcW w:w="2694" w:type="dxa"/>
            <w:vAlign w:val="center"/>
          </w:tcPr>
          <w:p w14:paraId="1066C9AB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536F13" w14:textId="2E216981" w:rsidR="00001036" w:rsidRPr="00BE004E" w:rsidRDefault="007374E5" w:rsidP="03350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335042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Ustrojów Państw Europejskich </w:t>
            </w:r>
          </w:p>
        </w:tc>
      </w:tr>
      <w:tr w:rsidR="00001036" w:rsidRPr="00BE004E" w14:paraId="5B21954E" w14:textId="77777777" w:rsidTr="03350425">
        <w:tc>
          <w:tcPr>
            <w:tcW w:w="2694" w:type="dxa"/>
            <w:vAlign w:val="center"/>
          </w:tcPr>
          <w:p w14:paraId="53592933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8E7B6C" w14:textId="77777777" w:rsidR="00001036" w:rsidRPr="00BE004E" w:rsidRDefault="00001036" w:rsidP="009C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001036" w:rsidRPr="00BE004E" w14:paraId="16FC4DE4" w14:textId="77777777" w:rsidTr="03350425">
        <w:tc>
          <w:tcPr>
            <w:tcW w:w="2694" w:type="dxa"/>
            <w:vAlign w:val="center"/>
          </w:tcPr>
          <w:p w14:paraId="3269BE95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C12D87" w14:textId="77777777" w:rsidR="00001036" w:rsidRPr="00BE004E" w:rsidRDefault="00001036" w:rsidP="009C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 xml:space="preserve">Studia I stopnia </w:t>
            </w:r>
          </w:p>
        </w:tc>
      </w:tr>
      <w:tr w:rsidR="00001036" w:rsidRPr="00BE004E" w14:paraId="27F02A6F" w14:textId="77777777" w:rsidTr="03350425">
        <w:tc>
          <w:tcPr>
            <w:tcW w:w="2694" w:type="dxa"/>
            <w:vAlign w:val="center"/>
          </w:tcPr>
          <w:p w14:paraId="6844DFFE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520E02" w14:textId="77777777" w:rsidR="00001036" w:rsidRPr="00BE004E" w:rsidRDefault="00001036" w:rsidP="009C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01036" w:rsidRPr="00BE004E" w14:paraId="668EE15C" w14:textId="77777777" w:rsidTr="03350425">
        <w:tc>
          <w:tcPr>
            <w:tcW w:w="2694" w:type="dxa"/>
            <w:vAlign w:val="center"/>
          </w:tcPr>
          <w:p w14:paraId="4398B7A5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CA0E2E" w14:textId="56E189F3" w:rsidR="00001036" w:rsidRPr="00BE004E" w:rsidRDefault="00001036" w:rsidP="009C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01036" w:rsidRPr="00BE004E" w14:paraId="6D361D06" w14:textId="77777777" w:rsidTr="03350425">
        <w:tc>
          <w:tcPr>
            <w:tcW w:w="2694" w:type="dxa"/>
            <w:vAlign w:val="center"/>
          </w:tcPr>
          <w:p w14:paraId="126880C8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E2143E2" w14:textId="56A62EE2" w:rsidR="00001036" w:rsidRPr="00BE004E" w:rsidRDefault="00E4219B" w:rsidP="03350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Rok </w:t>
            </w:r>
            <w:r w:rsidR="00001036" w:rsidRPr="03350425">
              <w:rPr>
                <w:rFonts w:ascii="Corbel" w:hAnsi="Corbel" w:cs="Corbel"/>
                <w:b w:val="0"/>
                <w:sz w:val="24"/>
                <w:szCs w:val="24"/>
              </w:rPr>
              <w:t>II</w:t>
            </w:r>
            <w:r w:rsidR="7F453D8D" w:rsidRPr="03350425">
              <w:rPr>
                <w:rFonts w:ascii="Corbel" w:hAnsi="Corbel" w:cs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semestr </w:t>
            </w:r>
            <w:r w:rsidR="00001036" w:rsidRPr="03350425">
              <w:rPr>
                <w:rFonts w:ascii="Corbel" w:hAnsi="Corbel" w:cs="Corbel"/>
                <w:b w:val="0"/>
                <w:sz w:val="24"/>
                <w:szCs w:val="24"/>
              </w:rPr>
              <w:t>IV</w:t>
            </w:r>
          </w:p>
        </w:tc>
      </w:tr>
      <w:tr w:rsidR="00001036" w:rsidRPr="00BE004E" w14:paraId="3C9B742B" w14:textId="77777777" w:rsidTr="03350425">
        <w:tc>
          <w:tcPr>
            <w:tcW w:w="2694" w:type="dxa"/>
            <w:vAlign w:val="center"/>
          </w:tcPr>
          <w:p w14:paraId="50046CE9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D2F8B1" w14:textId="77777777" w:rsidR="00001036" w:rsidRPr="00BE004E" w:rsidRDefault="00001036" w:rsidP="009C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001036" w:rsidRPr="00BE004E" w14:paraId="01F21990" w14:textId="77777777" w:rsidTr="03350425">
        <w:tc>
          <w:tcPr>
            <w:tcW w:w="2694" w:type="dxa"/>
            <w:vAlign w:val="center"/>
          </w:tcPr>
          <w:p w14:paraId="32C4759B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E088EF" w14:textId="77777777" w:rsidR="00001036" w:rsidRPr="00BE004E" w:rsidRDefault="00001036" w:rsidP="009C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001036" w:rsidRPr="00ED0568" w14:paraId="08075295" w14:textId="77777777" w:rsidTr="03350425">
        <w:tc>
          <w:tcPr>
            <w:tcW w:w="2694" w:type="dxa"/>
            <w:vAlign w:val="center"/>
          </w:tcPr>
          <w:p w14:paraId="3FCB4988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D0C44A" w14:textId="740A8967" w:rsidR="00001036" w:rsidRPr="00CB31A9" w:rsidRDefault="00FE5E31" w:rsidP="009C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FE5E31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Viktoriya Serzhanova, prof. UR</w:t>
            </w:r>
          </w:p>
        </w:tc>
      </w:tr>
      <w:tr w:rsidR="007137EB" w:rsidRPr="00ED0568" w14:paraId="5432A132" w14:textId="77777777" w:rsidTr="03350425">
        <w:tc>
          <w:tcPr>
            <w:tcW w:w="2694" w:type="dxa"/>
            <w:vAlign w:val="center"/>
          </w:tcPr>
          <w:p w14:paraId="1BF7CFCF" w14:textId="77777777" w:rsidR="007137EB" w:rsidRPr="00BE004E" w:rsidRDefault="007137EB" w:rsidP="007137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05B47" w14:textId="77777777" w:rsidR="00E154BD" w:rsidRPr="00E154BD" w:rsidRDefault="00E154BD" w:rsidP="00E154BD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E154BD">
              <w:rPr>
                <w:rFonts w:ascii="Corbel" w:hAnsi="Corbel" w:cs="Tahoma"/>
                <w:sz w:val="24"/>
                <w:lang w:val="fr-FR"/>
              </w:rPr>
              <w:t>dr hab. Viktoriya Serzhanova, prof. UR</w:t>
            </w:r>
          </w:p>
          <w:p w14:paraId="0CEBFC16" w14:textId="50B1AEEF" w:rsidR="007137EB" w:rsidRPr="00E154BD" w:rsidRDefault="00E154BD" w:rsidP="00E4219B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E154BD">
              <w:rPr>
                <w:rFonts w:ascii="Corbel" w:hAnsi="Corbel" w:cs="Tahoma"/>
                <w:sz w:val="24"/>
                <w:lang w:val="fr-FR"/>
              </w:rPr>
              <w:t>dr Jan Plis</w:t>
            </w:r>
            <w:r w:rsidR="00E4219B">
              <w:rPr>
                <w:rFonts w:ascii="Corbel" w:hAnsi="Corbel" w:cs="Tahoma"/>
                <w:sz w:val="24"/>
                <w:lang w:val="fr-FR"/>
              </w:rPr>
              <w:t xml:space="preserve">, </w:t>
            </w:r>
            <w:r w:rsidRPr="00E154BD">
              <w:rPr>
                <w:rFonts w:ascii="Corbel" w:hAnsi="Corbel" w:cs="Tahoma"/>
                <w:sz w:val="24"/>
                <w:lang w:val="fr-FR"/>
              </w:rPr>
              <w:t>dr Krystian Nowak</w:t>
            </w:r>
          </w:p>
        </w:tc>
      </w:tr>
    </w:tbl>
    <w:p w14:paraId="754C92D9" w14:textId="77777777" w:rsidR="0085747A" w:rsidRDefault="0085747A" w:rsidP="00E4219B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E004E">
        <w:rPr>
          <w:rFonts w:ascii="Corbel" w:hAnsi="Corbel"/>
          <w:sz w:val="24"/>
          <w:szCs w:val="24"/>
        </w:rPr>
        <w:t xml:space="preserve">* </w:t>
      </w:r>
      <w:r w:rsidRPr="00BE004E">
        <w:rPr>
          <w:rFonts w:ascii="Corbel" w:hAnsi="Corbel"/>
          <w:i/>
          <w:sz w:val="24"/>
          <w:szCs w:val="24"/>
        </w:rPr>
        <w:t>-</w:t>
      </w:r>
      <w:r w:rsidR="00B90885" w:rsidRPr="00BE00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E004E">
        <w:rPr>
          <w:rFonts w:ascii="Corbel" w:hAnsi="Corbel"/>
          <w:b w:val="0"/>
          <w:sz w:val="24"/>
          <w:szCs w:val="24"/>
        </w:rPr>
        <w:t>e,</w:t>
      </w:r>
      <w:r w:rsidRPr="00BE004E">
        <w:rPr>
          <w:rFonts w:ascii="Corbel" w:hAnsi="Corbel"/>
          <w:i/>
          <w:sz w:val="24"/>
          <w:szCs w:val="24"/>
        </w:rPr>
        <w:t xml:space="preserve"> </w:t>
      </w:r>
      <w:r w:rsidRPr="00BE00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E004E">
        <w:rPr>
          <w:rFonts w:ascii="Corbel" w:hAnsi="Corbel"/>
          <w:b w:val="0"/>
          <w:i/>
          <w:sz w:val="24"/>
          <w:szCs w:val="24"/>
        </w:rPr>
        <w:t>w Jednostce</w:t>
      </w:r>
    </w:p>
    <w:p w14:paraId="74E1F30E" w14:textId="77777777" w:rsidR="00E4219B" w:rsidRPr="00BE004E" w:rsidRDefault="00E4219B" w:rsidP="00E4219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10A28A" w14:textId="1B365B0C" w:rsidR="0085747A" w:rsidRPr="00BE00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E004E">
        <w:rPr>
          <w:rFonts w:ascii="Corbel" w:hAnsi="Corbel"/>
          <w:sz w:val="24"/>
          <w:szCs w:val="24"/>
        </w:rPr>
        <w:t>1.</w:t>
      </w:r>
      <w:r w:rsidR="00E22FBC" w:rsidRPr="00BE004E">
        <w:rPr>
          <w:rFonts w:ascii="Corbel" w:hAnsi="Corbel"/>
          <w:sz w:val="24"/>
          <w:szCs w:val="24"/>
        </w:rPr>
        <w:t>1</w:t>
      </w:r>
      <w:r w:rsidRPr="00BE004E">
        <w:rPr>
          <w:rFonts w:ascii="Corbel" w:hAnsi="Corbel"/>
          <w:sz w:val="24"/>
          <w:szCs w:val="24"/>
        </w:rPr>
        <w:t>.</w:t>
      </w:r>
      <w:r w:rsidR="00E4219B">
        <w:rPr>
          <w:rFonts w:ascii="Corbel" w:hAnsi="Corbel"/>
          <w:sz w:val="24"/>
          <w:szCs w:val="24"/>
        </w:rPr>
        <w:t xml:space="preserve"> </w:t>
      </w:r>
      <w:r w:rsidRPr="00BE004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13870E2" w14:textId="77777777" w:rsidR="00923D7D" w:rsidRPr="00BE00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20"/>
        <w:gridCol w:w="789"/>
        <w:gridCol w:w="990"/>
        <w:gridCol w:w="735"/>
        <w:gridCol w:w="855"/>
        <w:gridCol w:w="656"/>
        <w:gridCol w:w="949"/>
        <w:gridCol w:w="1190"/>
        <w:gridCol w:w="1504"/>
      </w:tblGrid>
      <w:tr w:rsidR="00015B8F" w:rsidRPr="00BE004E" w14:paraId="70517665" w14:textId="77777777" w:rsidTr="00E4219B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6565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Semestr</w:t>
            </w:r>
          </w:p>
          <w:p w14:paraId="59F19E9E" w14:textId="77777777" w:rsidR="00015B8F" w:rsidRPr="00BE004E" w:rsidRDefault="002B5EA0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(</w:t>
            </w:r>
            <w:r w:rsidR="00363F78" w:rsidRPr="00BE00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F05D1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004E">
              <w:rPr>
                <w:rFonts w:ascii="Corbel" w:hAnsi="Corbel"/>
                <w:szCs w:val="24"/>
              </w:rPr>
              <w:t>Wykł</w:t>
            </w:r>
            <w:proofErr w:type="spellEnd"/>
            <w:r w:rsidRPr="00BE00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E46A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86E8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004E">
              <w:rPr>
                <w:rFonts w:ascii="Corbel" w:hAnsi="Corbel"/>
                <w:szCs w:val="24"/>
              </w:rPr>
              <w:t>Konw</w:t>
            </w:r>
            <w:proofErr w:type="spellEnd"/>
            <w:r w:rsidRPr="00BE00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D484C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7987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004E">
              <w:rPr>
                <w:rFonts w:ascii="Corbel" w:hAnsi="Corbel"/>
                <w:szCs w:val="24"/>
              </w:rPr>
              <w:t>Sem</w:t>
            </w:r>
            <w:proofErr w:type="spellEnd"/>
            <w:r w:rsidRPr="00BE00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1BCB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0F5DE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004E">
              <w:rPr>
                <w:rFonts w:ascii="Corbel" w:hAnsi="Corbel"/>
                <w:szCs w:val="24"/>
              </w:rPr>
              <w:t>Prakt</w:t>
            </w:r>
            <w:proofErr w:type="spellEnd"/>
            <w:r w:rsidRPr="00BE00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0530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DD7B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BE004E">
              <w:rPr>
                <w:rFonts w:ascii="Corbel" w:hAnsi="Corbel"/>
                <w:bCs/>
                <w:szCs w:val="24"/>
              </w:rPr>
              <w:t>Liczba pkt</w:t>
            </w:r>
            <w:r w:rsidR="00B90885" w:rsidRPr="00BE004E">
              <w:rPr>
                <w:rFonts w:ascii="Corbel" w:hAnsi="Corbel"/>
                <w:bCs/>
                <w:szCs w:val="24"/>
              </w:rPr>
              <w:t>.</w:t>
            </w:r>
            <w:r w:rsidRPr="00BE004E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015B8F" w:rsidRPr="00BE004E" w14:paraId="44304282" w14:textId="77777777" w:rsidTr="00E4219B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022C" w14:textId="3A8780AB" w:rsidR="00015B8F" w:rsidRPr="00BE004E" w:rsidRDefault="00B303F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0A9" w14:textId="77777777" w:rsidR="00015B8F" w:rsidRPr="00BE004E" w:rsidRDefault="00015B8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59D1" w14:textId="77777777" w:rsidR="00015B8F" w:rsidRPr="00BE004E" w:rsidRDefault="00015B8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89E8" w14:textId="35DD68BE" w:rsidR="00015B8F" w:rsidRPr="00BE004E" w:rsidRDefault="00632D06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335042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6119" w14:textId="77777777" w:rsidR="00015B8F" w:rsidRPr="00BE004E" w:rsidRDefault="00015B8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D16C" w14:textId="77777777" w:rsidR="00015B8F" w:rsidRPr="00BE004E" w:rsidRDefault="00015B8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182A" w14:textId="77777777" w:rsidR="00015B8F" w:rsidRPr="00BE004E" w:rsidRDefault="00015B8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EDE2" w14:textId="77777777" w:rsidR="00015B8F" w:rsidRPr="00BE004E" w:rsidRDefault="00015B8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BCC9" w14:textId="77777777" w:rsidR="00015B8F" w:rsidRPr="00BE004E" w:rsidRDefault="00015B8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4203" w14:textId="0A081D90" w:rsidR="00015B8F" w:rsidRPr="00BE004E" w:rsidRDefault="007374E5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33504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E71D7C" w14:textId="77777777" w:rsidR="00923D7D" w:rsidRPr="00BE004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62E9BA" w14:textId="19578883" w:rsidR="0085747A" w:rsidRPr="00BE00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3350425">
        <w:rPr>
          <w:rFonts w:ascii="Corbel" w:hAnsi="Corbel"/>
          <w:smallCaps w:val="0"/>
        </w:rPr>
        <w:t>1.</w:t>
      </w:r>
      <w:r w:rsidR="00E22FBC" w:rsidRPr="03350425">
        <w:rPr>
          <w:rFonts w:ascii="Corbel" w:hAnsi="Corbel"/>
          <w:smallCaps w:val="0"/>
        </w:rPr>
        <w:t>2</w:t>
      </w:r>
      <w:r w:rsidR="00F83B28" w:rsidRPr="03350425">
        <w:rPr>
          <w:rFonts w:ascii="Corbel" w:hAnsi="Corbel"/>
          <w:smallCaps w:val="0"/>
        </w:rPr>
        <w:t>.</w:t>
      </w:r>
      <w:r>
        <w:tab/>
      </w:r>
      <w:r w:rsidRPr="03350425">
        <w:rPr>
          <w:rFonts w:ascii="Corbel" w:hAnsi="Corbel"/>
          <w:smallCaps w:val="0"/>
        </w:rPr>
        <w:t>Sposób realizacji zajęć</w:t>
      </w:r>
    </w:p>
    <w:p w14:paraId="076C0584" w14:textId="7F4DFC7B" w:rsidR="03350425" w:rsidRDefault="03350425" w:rsidP="03350425">
      <w:pPr>
        <w:pStyle w:val="Punktygwne"/>
        <w:spacing w:before="0" w:after="0"/>
        <w:ind w:left="709"/>
        <w:rPr>
          <w:rFonts w:ascii="Corbel" w:eastAsia="MS Gothic;ＭＳ ゴシック" w:hAnsi="Corbel" w:cs="MS Gothic;ＭＳ ゴシック"/>
          <w:b w:val="0"/>
          <w:color w:val="000000" w:themeColor="text1"/>
          <w:sz w:val="22"/>
        </w:rPr>
      </w:pPr>
    </w:p>
    <w:p w14:paraId="30AD4995" w14:textId="088E8869" w:rsidR="0085747A" w:rsidRPr="00BE004E" w:rsidRDefault="00E4219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4219B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</w:t>
      </w:r>
      <w:r w:rsidR="0085747A" w:rsidRPr="00BE004E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14:paraId="02EC97C6" w14:textId="5A8DF6CB" w:rsidR="0085747A" w:rsidRPr="00BE004E" w:rsidRDefault="00E4219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BE004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98734B6" w14:textId="77777777" w:rsidR="0085747A" w:rsidRPr="00BE004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D0D7D8" w14:textId="7A94B47F" w:rsidR="009C54AE" w:rsidRPr="00BE004E" w:rsidRDefault="00E22FBC" w:rsidP="490147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90147EE">
        <w:rPr>
          <w:rFonts w:ascii="Corbel" w:hAnsi="Corbel"/>
          <w:smallCaps w:val="0"/>
        </w:rPr>
        <w:t>1.3</w:t>
      </w:r>
      <w:r w:rsidR="00E4219B">
        <w:rPr>
          <w:rFonts w:ascii="Corbel" w:hAnsi="Corbel"/>
          <w:smallCaps w:val="0"/>
        </w:rPr>
        <w:t>.</w:t>
      </w:r>
      <w:r w:rsidRPr="490147EE">
        <w:rPr>
          <w:rFonts w:ascii="Corbel" w:hAnsi="Corbel"/>
          <w:smallCaps w:val="0"/>
        </w:rPr>
        <w:t xml:space="preserve"> For</w:t>
      </w:r>
      <w:r w:rsidR="00445970" w:rsidRPr="490147EE">
        <w:rPr>
          <w:rFonts w:ascii="Corbel" w:hAnsi="Corbel"/>
          <w:smallCaps w:val="0"/>
        </w:rPr>
        <w:t xml:space="preserve">ma zaliczenia przedmiotu </w:t>
      </w:r>
      <w:r w:rsidRPr="490147EE">
        <w:rPr>
          <w:rFonts w:ascii="Corbel" w:hAnsi="Corbel"/>
          <w:smallCaps w:val="0"/>
        </w:rPr>
        <w:t xml:space="preserve">(z toku) </w:t>
      </w:r>
      <w:r w:rsidRPr="490147EE">
        <w:rPr>
          <w:rFonts w:ascii="Corbel" w:hAnsi="Corbel"/>
          <w:b w:val="0"/>
          <w:smallCaps w:val="0"/>
        </w:rPr>
        <w:t>(egzamin, zaliczenie z oceną, zaliczenie bez oceny)</w:t>
      </w:r>
    </w:p>
    <w:p w14:paraId="48255030" w14:textId="3EE25B11" w:rsidR="00776F46" w:rsidRPr="00BE004E" w:rsidRDefault="00776F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F54884" w14:textId="3B4061A6" w:rsidR="00E960BB" w:rsidRPr="00E4219B" w:rsidRDefault="00E4219B" w:rsidP="00E421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- </w:t>
      </w:r>
      <w:r w:rsidR="00776F46" w:rsidRPr="00E4219B">
        <w:rPr>
          <w:rFonts w:ascii="Corbel" w:hAnsi="Corbel"/>
          <w:b w:val="0"/>
          <w:smallCaps w:val="0"/>
          <w:szCs w:val="24"/>
        </w:rPr>
        <w:t>zaliczenie z oceną</w:t>
      </w:r>
    </w:p>
    <w:p w14:paraId="4AB0F7BC" w14:textId="77777777" w:rsidR="00776F46" w:rsidRPr="00BE004E" w:rsidRDefault="00776F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EBE1FF" w14:textId="2FEEFB1E" w:rsidR="00E960BB" w:rsidRPr="00BE00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3350425">
        <w:rPr>
          <w:rFonts w:ascii="Corbel" w:hAnsi="Corbel"/>
        </w:rPr>
        <w:t>2.</w:t>
      </w:r>
      <w:r w:rsidR="00E4219B">
        <w:rPr>
          <w:rFonts w:ascii="Corbel" w:hAnsi="Corbel"/>
        </w:rPr>
        <w:t xml:space="preserve"> </w:t>
      </w:r>
      <w:r w:rsidRPr="03350425">
        <w:rPr>
          <w:rFonts w:ascii="Corbel" w:hAnsi="Corbel"/>
        </w:rPr>
        <w:t xml:space="preserve">Wymagania wstępne </w:t>
      </w:r>
    </w:p>
    <w:p w14:paraId="79D0FC15" w14:textId="1AA6376A" w:rsidR="03350425" w:rsidRDefault="03350425" w:rsidP="0335042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E004E" w14:paraId="5F95C9D7" w14:textId="77777777" w:rsidTr="490147EE">
        <w:tc>
          <w:tcPr>
            <w:tcW w:w="9670" w:type="dxa"/>
          </w:tcPr>
          <w:p w14:paraId="5A4336AF" w14:textId="1B770187" w:rsidR="0085747A" w:rsidRPr="00BE004E" w:rsidRDefault="00776F46" w:rsidP="033504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335042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Brak </w:t>
            </w:r>
          </w:p>
        </w:tc>
      </w:tr>
    </w:tbl>
    <w:p w14:paraId="1CB63D13" w14:textId="2635AE1E" w:rsidR="490147EE" w:rsidRDefault="490147EE">
      <w:r>
        <w:br w:type="page"/>
      </w:r>
    </w:p>
    <w:p w14:paraId="4418F375" w14:textId="1EF440AC" w:rsidR="0085747A" w:rsidRPr="00BE004E" w:rsidRDefault="0071620A" w:rsidP="490147EE">
      <w:pPr>
        <w:pStyle w:val="Punktygwne"/>
        <w:spacing w:before="0" w:after="0"/>
        <w:rPr>
          <w:rFonts w:ascii="Corbel" w:hAnsi="Corbel"/>
        </w:rPr>
      </w:pPr>
      <w:r w:rsidRPr="490147EE">
        <w:rPr>
          <w:rFonts w:ascii="Corbel" w:hAnsi="Corbel"/>
        </w:rPr>
        <w:lastRenderedPageBreak/>
        <w:t>3.</w:t>
      </w:r>
      <w:r w:rsidR="0085747A" w:rsidRPr="490147EE">
        <w:rPr>
          <w:rFonts w:ascii="Corbel" w:hAnsi="Corbel"/>
        </w:rPr>
        <w:t xml:space="preserve"> </w:t>
      </w:r>
      <w:r w:rsidR="00A84C85" w:rsidRPr="490147EE">
        <w:rPr>
          <w:rFonts w:ascii="Corbel" w:hAnsi="Corbel"/>
        </w:rPr>
        <w:t>cele, efekty uczenia się</w:t>
      </w:r>
      <w:r w:rsidR="0085747A" w:rsidRPr="490147EE">
        <w:rPr>
          <w:rFonts w:ascii="Corbel" w:hAnsi="Corbel"/>
        </w:rPr>
        <w:t>, treści Programowe i stosowane metody Dydaktyczne</w:t>
      </w:r>
    </w:p>
    <w:p w14:paraId="0C40A4C7" w14:textId="77777777" w:rsidR="0085747A" w:rsidRPr="00BE00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E0E88" w14:textId="77777777" w:rsidR="0085747A" w:rsidRPr="00BE00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E004E">
        <w:rPr>
          <w:rFonts w:ascii="Corbel" w:hAnsi="Corbel"/>
          <w:sz w:val="24"/>
          <w:szCs w:val="24"/>
        </w:rPr>
        <w:t xml:space="preserve">3.1 </w:t>
      </w:r>
      <w:r w:rsidR="00C05F44" w:rsidRPr="00BE004E">
        <w:rPr>
          <w:rFonts w:ascii="Corbel" w:hAnsi="Corbel"/>
          <w:sz w:val="24"/>
          <w:szCs w:val="24"/>
        </w:rPr>
        <w:t>Cele przedmiotu</w:t>
      </w:r>
    </w:p>
    <w:p w14:paraId="7B803FA2" w14:textId="77777777" w:rsidR="00F83B28" w:rsidRPr="00E4219B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E004E" w14:paraId="630A4A0D" w14:textId="77777777" w:rsidTr="00776F46">
        <w:tc>
          <w:tcPr>
            <w:tcW w:w="843" w:type="dxa"/>
            <w:vAlign w:val="center"/>
          </w:tcPr>
          <w:p w14:paraId="02162DF4" w14:textId="7E247141" w:rsidR="0085747A" w:rsidRPr="00BE004E" w:rsidRDefault="0085747A" w:rsidP="00E4219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27EDA61C" w14:textId="6873A71D" w:rsidR="0085747A" w:rsidRPr="00BE004E" w:rsidRDefault="00776F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 poznać zasady, instytucje ustrojowe i mechanizmy funkcjonowania współczesnych państw demokratycznych; podstawowe relacje pomiędzy organami państwowymi we współczesnych systemach politycznych, znać podstawowe kompetencje poszczególnych organów władzy w omawianych państwach.</w:t>
            </w:r>
          </w:p>
        </w:tc>
      </w:tr>
    </w:tbl>
    <w:p w14:paraId="4DE80B73" w14:textId="77777777" w:rsidR="0085747A" w:rsidRPr="00BE00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0C14C4" w14:textId="77777777" w:rsidR="001D7B54" w:rsidRPr="00BE00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E004E">
        <w:rPr>
          <w:rFonts w:ascii="Corbel" w:hAnsi="Corbel"/>
          <w:b/>
          <w:sz w:val="24"/>
          <w:szCs w:val="24"/>
        </w:rPr>
        <w:t xml:space="preserve">3.2 </w:t>
      </w:r>
      <w:r w:rsidR="001D7B54" w:rsidRPr="00BE004E">
        <w:rPr>
          <w:rFonts w:ascii="Corbel" w:hAnsi="Corbel"/>
          <w:b/>
          <w:sz w:val="24"/>
          <w:szCs w:val="24"/>
        </w:rPr>
        <w:t xml:space="preserve">Efekty </w:t>
      </w:r>
      <w:r w:rsidR="00C05F44" w:rsidRPr="00BE00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E004E">
        <w:rPr>
          <w:rFonts w:ascii="Corbel" w:hAnsi="Corbel"/>
          <w:b/>
          <w:sz w:val="24"/>
          <w:szCs w:val="24"/>
        </w:rPr>
        <w:t>dla przedmiotu</w:t>
      </w:r>
      <w:r w:rsidR="00445970" w:rsidRPr="00BE004E">
        <w:rPr>
          <w:rFonts w:ascii="Corbel" w:hAnsi="Corbel"/>
          <w:sz w:val="24"/>
          <w:szCs w:val="24"/>
        </w:rPr>
        <w:t xml:space="preserve"> </w:t>
      </w:r>
    </w:p>
    <w:p w14:paraId="1C8582D0" w14:textId="77777777" w:rsidR="001D7B54" w:rsidRPr="00BE00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D6F50" w:rsidRPr="00BE004E" w14:paraId="4F1E8C72" w14:textId="77777777" w:rsidTr="490147EE">
        <w:tc>
          <w:tcPr>
            <w:tcW w:w="1681" w:type="dxa"/>
            <w:vAlign w:val="center"/>
          </w:tcPr>
          <w:p w14:paraId="4522BFB1" w14:textId="77777777" w:rsidR="00CD6F50" w:rsidRPr="00BE004E" w:rsidRDefault="00CD6F50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smallCaps w:val="0"/>
                <w:szCs w:val="24"/>
              </w:rPr>
              <w:t>EK</w:t>
            </w: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6120D4BF" w14:textId="77777777" w:rsidR="00CD6F50" w:rsidRPr="00BE004E" w:rsidRDefault="00CD6F50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38E8F5C" w14:textId="77777777" w:rsidR="00CD6F50" w:rsidRPr="00BE004E" w:rsidRDefault="00CD6F50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E00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D6F50" w:rsidRPr="00BE004E" w14:paraId="5453BB0F" w14:textId="77777777" w:rsidTr="490147EE">
        <w:tc>
          <w:tcPr>
            <w:tcW w:w="1681" w:type="dxa"/>
          </w:tcPr>
          <w:p w14:paraId="61FECAF4" w14:textId="77AA5365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6BCCECE" w14:textId="01EFF0CE" w:rsidR="00CD6F50" w:rsidRPr="00BE004E" w:rsidRDefault="151FD753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0147EE">
              <w:rPr>
                <w:rFonts w:ascii="Corbel" w:hAnsi="Corbel"/>
                <w:sz w:val="24"/>
                <w:szCs w:val="24"/>
              </w:rPr>
              <w:t>student ma podstawową wiedzę na temat poszczególnych systemów politycznych, potrafi przedstawić zasady</w:t>
            </w:r>
            <w:r w:rsidR="21CF174C" w:rsidRPr="49014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490147EE">
              <w:rPr>
                <w:rFonts w:ascii="Corbel" w:hAnsi="Corbel"/>
                <w:sz w:val="24"/>
                <w:szCs w:val="24"/>
              </w:rPr>
              <w:t xml:space="preserve">funkcjonowania oraz zarys ewolucji podstawowych instytucji administracyjnych i prawnych w wybranych państwach </w:t>
            </w:r>
          </w:p>
        </w:tc>
        <w:tc>
          <w:tcPr>
            <w:tcW w:w="1865" w:type="dxa"/>
          </w:tcPr>
          <w:p w14:paraId="14567859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CD6F50" w:rsidRPr="00BE004E" w14:paraId="61D1350B" w14:textId="77777777" w:rsidTr="490147EE">
        <w:tc>
          <w:tcPr>
            <w:tcW w:w="1681" w:type="dxa"/>
          </w:tcPr>
          <w:p w14:paraId="2B3C084A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916D08E" w14:textId="17AB2D99" w:rsidR="00CD6F50" w:rsidRPr="00BE004E" w:rsidRDefault="151FD753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0147EE">
              <w:rPr>
                <w:rFonts w:ascii="Corbel" w:hAnsi="Corbel"/>
                <w:sz w:val="24"/>
                <w:szCs w:val="24"/>
              </w:rPr>
              <w:t>student zna podstawową terminologię z zakresu teorii</w:t>
            </w:r>
            <w:r w:rsidR="7F8B4B95" w:rsidRPr="49014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490147EE">
              <w:rPr>
                <w:rFonts w:ascii="Corbel" w:hAnsi="Corbel"/>
                <w:sz w:val="24"/>
                <w:szCs w:val="24"/>
              </w:rPr>
              <w:t>współczesnych systemów politycznych</w:t>
            </w:r>
          </w:p>
        </w:tc>
        <w:tc>
          <w:tcPr>
            <w:tcW w:w="1865" w:type="dxa"/>
          </w:tcPr>
          <w:p w14:paraId="3B4BB0FA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CD6F50" w:rsidRPr="00BE004E" w14:paraId="6B6BB179" w14:textId="77777777" w:rsidTr="490147EE">
        <w:tc>
          <w:tcPr>
            <w:tcW w:w="1681" w:type="dxa"/>
          </w:tcPr>
          <w:p w14:paraId="31ECD91D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651F983" w14:textId="7A78F15A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 xml:space="preserve">student posiada wiedzę na temat współczesnych ustrojów politycznych, zasad organizacji i funkcjonowania naczelnych organów państwowych, a także zasad </w:t>
            </w:r>
            <w:proofErr w:type="spellStart"/>
            <w:r w:rsidRPr="00BE004E">
              <w:rPr>
                <w:rFonts w:ascii="Corbel" w:hAnsi="Corbel"/>
                <w:sz w:val="24"/>
                <w:szCs w:val="24"/>
              </w:rPr>
              <w:t>konstytucyjno</w:t>
            </w:r>
            <w:proofErr w:type="spellEnd"/>
            <w:r w:rsidRPr="00BE004E">
              <w:rPr>
                <w:rFonts w:ascii="Corbel" w:hAnsi="Corbel"/>
                <w:sz w:val="24"/>
                <w:szCs w:val="24"/>
              </w:rPr>
              <w:t xml:space="preserve"> – prawnych państw demokratycznych</w:t>
            </w:r>
          </w:p>
        </w:tc>
        <w:tc>
          <w:tcPr>
            <w:tcW w:w="1865" w:type="dxa"/>
          </w:tcPr>
          <w:p w14:paraId="71DDF778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CD6F50" w:rsidRPr="00BE004E" w14:paraId="20FB4E17" w14:textId="77777777" w:rsidTr="490147EE">
        <w:tc>
          <w:tcPr>
            <w:tcW w:w="1681" w:type="dxa"/>
          </w:tcPr>
          <w:p w14:paraId="1D846AF7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C0850E1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posiada podstawową wiedzę z zakresu instytucji demokratycznych systemów politycznych</w:t>
            </w:r>
          </w:p>
        </w:tc>
        <w:tc>
          <w:tcPr>
            <w:tcW w:w="1865" w:type="dxa"/>
          </w:tcPr>
          <w:p w14:paraId="6613CF0F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CD6F50" w:rsidRPr="00BE004E" w14:paraId="66838DF7" w14:textId="77777777" w:rsidTr="490147EE">
        <w:tc>
          <w:tcPr>
            <w:tcW w:w="1681" w:type="dxa"/>
          </w:tcPr>
          <w:p w14:paraId="63EF8173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6460259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potrafi prawidłowo identyfikować i interpretować zjawiska prawne, społeczne, ekonomiczne, polityczne i organizacyjne, a także relacje pomiędzy organami w poszczególnych systemach politycznych na przykładzie wybranych państw współczesnych</w:t>
            </w:r>
          </w:p>
        </w:tc>
        <w:tc>
          <w:tcPr>
            <w:tcW w:w="1865" w:type="dxa"/>
          </w:tcPr>
          <w:p w14:paraId="76D50DE9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CD6F50" w:rsidRPr="00BE004E" w14:paraId="7C300A50" w14:textId="77777777" w:rsidTr="490147EE">
        <w:tc>
          <w:tcPr>
            <w:tcW w:w="1681" w:type="dxa"/>
          </w:tcPr>
          <w:p w14:paraId="5FEA3357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C07F0D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potrafi samodzielnie zdobywać wiedzę i rozwijać swoje profesjonalne umiejętności z zakresu teorii współczesnych systemów politycznych, korzystając z różnych źródeł i nowoczesnych technologii</w:t>
            </w:r>
          </w:p>
        </w:tc>
        <w:tc>
          <w:tcPr>
            <w:tcW w:w="1865" w:type="dxa"/>
          </w:tcPr>
          <w:p w14:paraId="11D6E586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CD6F50" w:rsidRPr="00BE004E" w14:paraId="25E4E1BF" w14:textId="77777777" w:rsidTr="490147EE">
        <w:tc>
          <w:tcPr>
            <w:tcW w:w="1681" w:type="dxa"/>
          </w:tcPr>
          <w:p w14:paraId="5A088796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14466E52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posiada umiejętność prowadzenia debaty, potrafi samodzielnie przygotować prace pisemne oraz wystąpienia ustne i prezentacje multimedialne związane z poszczególnymi cechami systemów politycznych</w:t>
            </w:r>
          </w:p>
        </w:tc>
        <w:tc>
          <w:tcPr>
            <w:tcW w:w="1865" w:type="dxa"/>
          </w:tcPr>
          <w:p w14:paraId="6D02F7AF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CD6F50" w:rsidRPr="00BE004E" w14:paraId="42D2D6A4" w14:textId="77777777" w:rsidTr="490147EE">
        <w:tc>
          <w:tcPr>
            <w:tcW w:w="1681" w:type="dxa"/>
          </w:tcPr>
          <w:p w14:paraId="58B528E3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8EE77C3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jest gotów do krytycznej oceny posiadanej wiedzy i odbieranych treści w sposób umożliwiający konstruktywną wymianę poglądów i właściwą analizę problemu z zakresu teorii współczesnych ustrojów politycznych</w:t>
            </w:r>
          </w:p>
        </w:tc>
        <w:tc>
          <w:tcPr>
            <w:tcW w:w="1865" w:type="dxa"/>
          </w:tcPr>
          <w:p w14:paraId="2F7551E0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CD6F50" w:rsidRPr="00BE004E" w14:paraId="42A349DA" w14:textId="77777777" w:rsidTr="490147EE">
        <w:tc>
          <w:tcPr>
            <w:tcW w:w="1681" w:type="dxa"/>
          </w:tcPr>
          <w:p w14:paraId="2D812A5F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974" w:type="dxa"/>
          </w:tcPr>
          <w:p w14:paraId="4F433B5A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jest gotów do przedsiębiorczego i kreatywnego myślenia oraz działania z zakresu teorii współczesnych ustrojów państwowych</w:t>
            </w:r>
          </w:p>
        </w:tc>
        <w:tc>
          <w:tcPr>
            <w:tcW w:w="1865" w:type="dxa"/>
          </w:tcPr>
          <w:p w14:paraId="6148D86A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4871B771" w14:textId="2A52D539" w:rsidR="0085747A" w:rsidRPr="00BE00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974CE1" w14:textId="2E17F8F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E004E">
        <w:rPr>
          <w:rFonts w:ascii="Corbel" w:hAnsi="Corbel"/>
          <w:b/>
          <w:sz w:val="24"/>
          <w:szCs w:val="24"/>
        </w:rPr>
        <w:t>3.3</w:t>
      </w:r>
      <w:r w:rsidR="00E4219B">
        <w:rPr>
          <w:rFonts w:ascii="Corbel" w:hAnsi="Corbel"/>
          <w:b/>
          <w:sz w:val="24"/>
          <w:szCs w:val="24"/>
        </w:rPr>
        <w:t>.</w:t>
      </w:r>
      <w:r w:rsidR="001D7B54" w:rsidRPr="00BE004E">
        <w:rPr>
          <w:rFonts w:ascii="Corbel" w:hAnsi="Corbel"/>
          <w:b/>
          <w:sz w:val="24"/>
          <w:szCs w:val="24"/>
        </w:rPr>
        <w:t xml:space="preserve"> </w:t>
      </w:r>
      <w:r w:rsidR="0085747A" w:rsidRPr="00BE004E">
        <w:rPr>
          <w:rFonts w:ascii="Corbel" w:hAnsi="Corbel"/>
          <w:b/>
          <w:sz w:val="24"/>
          <w:szCs w:val="24"/>
        </w:rPr>
        <w:t>T</w:t>
      </w:r>
      <w:r w:rsidR="001D7B54" w:rsidRPr="00BE004E">
        <w:rPr>
          <w:rFonts w:ascii="Corbel" w:hAnsi="Corbel"/>
          <w:b/>
          <w:sz w:val="24"/>
          <w:szCs w:val="24"/>
        </w:rPr>
        <w:t>reści programowe</w:t>
      </w:r>
    </w:p>
    <w:p w14:paraId="266AD0F3" w14:textId="77777777" w:rsidR="00E4219B" w:rsidRPr="00BE004E" w:rsidRDefault="00E421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6D43FB" w14:textId="6ADEB4B8" w:rsidR="0085747A" w:rsidRPr="00BE004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E004E">
        <w:rPr>
          <w:rFonts w:ascii="Corbel" w:hAnsi="Corbel"/>
          <w:sz w:val="24"/>
          <w:szCs w:val="24"/>
        </w:rPr>
        <w:t>Problematyka wykładu</w:t>
      </w:r>
    </w:p>
    <w:p w14:paraId="3AD5D1C5" w14:textId="77777777" w:rsidR="00675843" w:rsidRPr="00BE004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E004E" w14:paraId="3F086C1E" w14:textId="77777777" w:rsidTr="03350425">
        <w:tc>
          <w:tcPr>
            <w:tcW w:w="9520" w:type="dxa"/>
          </w:tcPr>
          <w:p w14:paraId="37DD4763" w14:textId="77777777" w:rsidR="0085747A" w:rsidRPr="00BE004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0" w:name="_Hlk90026498"/>
            <w:r w:rsidRPr="00BE00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34B0" w:rsidRPr="00BE004E" w14:paraId="08E54ABD" w14:textId="77777777" w:rsidTr="03350425">
        <w:tc>
          <w:tcPr>
            <w:tcW w:w="9520" w:type="dxa"/>
          </w:tcPr>
          <w:p w14:paraId="22C55F49" w14:textId="05E65571" w:rsidR="00242AB4" w:rsidRPr="00BE004E" w:rsidRDefault="35DCB82D" w:rsidP="00E4219B">
            <w:pPr>
              <w:pStyle w:val="Akapitzlist"/>
              <w:spacing w:after="0" w:line="240" w:lineRule="auto"/>
              <w:ind w:left="13"/>
              <w:rPr>
                <w:rFonts w:ascii="Corbel" w:hAnsi="Corbel"/>
                <w:sz w:val="24"/>
                <w:szCs w:val="24"/>
              </w:rPr>
            </w:pPr>
            <w:r w:rsidRPr="03350425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bookmarkEnd w:id="0"/>
    </w:tbl>
    <w:p w14:paraId="108D2D1F" w14:textId="77777777" w:rsidR="0085747A" w:rsidRPr="00BE004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47FD1F" w14:textId="77777777" w:rsidR="00623511" w:rsidRPr="00623511" w:rsidRDefault="0085747A" w:rsidP="0062351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3350425">
        <w:rPr>
          <w:rFonts w:ascii="Corbel" w:hAnsi="Corbel"/>
          <w:sz w:val="24"/>
          <w:szCs w:val="24"/>
        </w:rPr>
        <w:t xml:space="preserve">Problematyka </w:t>
      </w:r>
      <w:r w:rsidR="00623511" w:rsidRPr="00623511">
        <w:rPr>
          <w:rFonts w:ascii="Corbel" w:hAnsi="Corbel"/>
          <w:sz w:val="24"/>
          <w:szCs w:val="24"/>
        </w:rPr>
        <w:t xml:space="preserve">ćwiczeń, konwersatoriów, laboratoriów, zajęć praktycznych </w:t>
      </w:r>
    </w:p>
    <w:p w14:paraId="1308B38A" w14:textId="363C6831" w:rsidR="0085747A" w:rsidRPr="00BE004E" w:rsidRDefault="0085747A" w:rsidP="0062351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84"/>
      </w:tblGrid>
      <w:tr w:rsidR="0092097E" w14:paraId="1199F280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08137" w14:textId="77777777" w:rsidR="0092097E" w:rsidRPr="00E4219B" w:rsidRDefault="0092097E" w:rsidP="00E4219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E4219B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D4A4E" w14:paraId="304B5D6B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BFD26" w14:textId="68B763C9" w:rsidR="006D4A4E" w:rsidRPr="00E4219B" w:rsidRDefault="006D4A4E" w:rsidP="00E4219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 xml:space="preserve">Pojęcie ustroju politycznego. Klasyfikacje ustrojów politycznych  </w:t>
            </w:r>
          </w:p>
        </w:tc>
      </w:tr>
      <w:tr w:rsidR="006D4A4E" w14:paraId="1C5D4BF8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7B952" w14:textId="5E7C1579" w:rsidR="006D4A4E" w:rsidRPr="00E4219B" w:rsidRDefault="006D4A4E" w:rsidP="00E4219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Podstawowe zasady ustroju</w:t>
            </w:r>
          </w:p>
        </w:tc>
      </w:tr>
      <w:tr w:rsidR="006D4A4E" w14:paraId="3C8FCC7A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118C2" w14:textId="59509BAC" w:rsidR="006D4A4E" w:rsidRPr="00E4219B" w:rsidRDefault="006D4A4E" w:rsidP="00E4219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Konstytucyjne regulacje struktury i działania władzy</w:t>
            </w:r>
          </w:p>
        </w:tc>
      </w:tr>
      <w:tr w:rsidR="006D4A4E" w14:paraId="4E2C0FE8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BF2BC" w14:textId="0470F1BA" w:rsidR="006D4A4E" w:rsidRPr="00E4219B" w:rsidRDefault="006D4A4E" w:rsidP="00E4219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Władza ustawodawcza</w:t>
            </w:r>
          </w:p>
        </w:tc>
      </w:tr>
      <w:tr w:rsidR="006D4A4E" w14:paraId="26288426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D30DE" w14:textId="7BF610AF" w:rsidR="006D4A4E" w:rsidRPr="00E4219B" w:rsidRDefault="006D4A4E" w:rsidP="00E4219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Władza wykonawcza</w:t>
            </w:r>
          </w:p>
        </w:tc>
      </w:tr>
      <w:tr w:rsidR="006D4A4E" w14:paraId="4A2D7022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CA11C" w14:textId="29EAF88B" w:rsidR="006D4A4E" w:rsidRPr="00E4219B" w:rsidRDefault="006D4A4E" w:rsidP="00E4219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 xml:space="preserve">Władza sądownicza </w:t>
            </w:r>
          </w:p>
        </w:tc>
      </w:tr>
      <w:tr w:rsidR="006D4A4E" w14:paraId="269C3D58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80387" w14:textId="3263B009" w:rsidR="006D4A4E" w:rsidRPr="00473B5C" w:rsidRDefault="006D4A4E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Samorząd terytorialny</w:t>
            </w:r>
          </w:p>
        </w:tc>
      </w:tr>
      <w:tr w:rsidR="006D4A4E" w14:paraId="5D3DA642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D3BD7" w14:textId="54D1DE5B" w:rsidR="006D4A4E" w:rsidRPr="00473B5C" w:rsidRDefault="006D4A4E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 xml:space="preserve">Kontrola konstytucyjności prawa </w:t>
            </w:r>
          </w:p>
        </w:tc>
      </w:tr>
    </w:tbl>
    <w:p w14:paraId="3F3F40B5" w14:textId="77777777" w:rsidR="0085747A" w:rsidRPr="00BE004E" w:rsidRDefault="0085747A" w:rsidP="00847B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AE6196" w14:textId="6CE53A1E" w:rsidR="03350425" w:rsidRPr="0071354E" w:rsidRDefault="009F4610" w:rsidP="00847B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3350425">
        <w:rPr>
          <w:rFonts w:ascii="Corbel" w:hAnsi="Corbel"/>
          <w:smallCaps w:val="0"/>
        </w:rPr>
        <w:t>3.4</w:t>
      </w:r>
      <w:r w:rsidR="00E4219B">
        <w:rPr>
          <w:rFonts w:ascii="Corbel" w:hAnsi="Corbel"/>
          <w:smallCaps w:val="0"/>
        </w:rPr>
        <w:t>.</w:t>
      </w:r>
      <w:r w:rsidRPr="03350425">
        <w:rPr>
          <w:rFonts w:ascii="Corbel" w:hAnsi="Corbel"/>
          <w:smallCaps w:val="0"/>
        </w:rPr>
        <w:t xml:space="preserve"> Metody dydaktyczne</w:t>
      </w:r>
      <w:r w:rsidRPr="03350425">
        <w:rPr>
          <w:rFonts w:ascii="Corbel" w:hAnsi="Corbel"/>
          <w:b w:val="0"/>
          <w:smallCaps w:val="0"/>
        </w:rPr>
        <w:t xml:space="preserve"> </w:t>
      </w:r>
    </w:p>
    <w:p w14:paraId="50EF6DB4" w14:textId="7D6081CB" w:rsidR="0071354E" w:rsidRDefault="0071354E" w:rsidP="00847B5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7A605442" w14:textId="5B0EDC9D" w:rsidR="00E715FB" w:rsidRPr="0071354E" w:rsidRDefault="00E4219B" w:rsidP="00847B50">
      <w:pPr>
        <w:pStyle w:val="Punktygwne"/>
        <w:tabs>
          <w:tab w:val="left" w:pos="284"/>
        </w:tabs>
        <w:spacing w:before="0" w:after="0"/>
        <w:ind w:left="91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Konwersatorium: a</w:t>
      </w:r>
      <w:r w:rsidR="00E715FB" w:rsidRPr="00E715FB">
        <w:rPr>
          <w:rFonts w:ascii="Corbel" w:hAnsi="Corbel"/>
          <w:b w:val="0"/>
          <w:bCs/>
          <w:smallCaps w:val="0"/>
          <w:szCs w:val="24"/>
        </w:rPr>
        <w:t>naliza tekstów z dyskusją, projekt badawczy</w:t>
      </w:r>
      <w:r w:rsidR="00E715FB">
        <w:rPr>
          <w:rFonts w:ascii="Corbel" w:hAnsi="Corbel"/>
          <w:b w:val="0"/>
          <w:bCs/>
          <w:smallCaps w:val="0"/>
          <w:szCs w:val="24"/>
        </w:rPr>
        <w:t xml:space="preserve">, </w:t>
      </w:r>
      <w:r w:rsidR="00E715FB" w:rsidRPr="00E715FB">
        <w:rPr>
          <w:rFonts w:ascii="Corbel" w:hAnsi="Corbel"/>
          <w:b w:val="0"/>
          <w:bCs/>
          <w:smallCaps w:val="0"/>
          <w:szCs w:val="24"/>
        </w:rPr>
        <w:t>praca w grupach</w:t>
      </w:r>
      <w:r w:rsidR="00E715FB">
        <w:rPr>
          <w:rFonts w:ascii="Corbel" w:hAnsi="Corbel"/>
          <w:b w:val="0"/>
          <w:bCs/>
          <w:smallCaps w:val="0"/>
          <w:szCs w:val="24"/>
        </w:rPr>
        <w:t xml:space="preserve"> - </w:t>
      </w:r>
      <w:r w:rsidR="00E715FB" w:rsidRPr="00E715FB">
        <w:rPr>
          <w:rFonts w:ascii="Corbel" w:hAnsi="Corbel"/>
          <w:b w:val="0"/>
          <w:bCs/>
          <w:smallCaps w:val="0"/>
          <w:szCs w:val="24"/>
        </w:rPr>
        <w:t>rozwiązywanie zadań</w:t>
      </w:r>
    </w:p>
    <w:p w14:paraId="5FE4AB60" w14:textId="30F37BD3" w:rsidR="490147EE" w:rsidRDefault="490147EE" w:rsidP="00847B50">
      <w:pPr>
        <w:spacing w:after="0" w:line="240" w:lineRule="auto"/>
      </w:pPr>
    </w:p>
    <w:p w14:paraId="2825C0B2" w14:textId="77777777" w:rsidR="0085747A" w:rsidRPr="00BE004E" w:rsidRDefault="00C61DC5" w:rsidP="00847B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E004E">
        <w:rPr>
          <w:rFonts w:ascii="Corbel" w:hAnsi="Corbel"/>
          <w:smallCaps w:val="0"/>
          <w:szCs w:val="24"/>
        </w:rPr>
        <w:t xml:space="preserve">4. </w:t>
      </w:r>
      <w:r w:rsidR="0085747A" w:rsidRPr="00BE004E">
        <w:rPr>
          <w:rFonts w:ascii="Corbel" w:hAnsi="Corbel"/>
          <w:smallCaps w:val="0"/>
          <w:szCs w:val="24"/>
        </w:rPr>
        <w:t>METODY I KRYTERIA OCENY</w:t>
      </w:r>
      <w:r w:rsidR="009F4610" w:rsidRPr="00BE004E">
        <w:rPr>
          <w:rFonts w:ascii="Corbel" w:hAnsi="Corbel"/>
          <w:smallCaps w:val="0"/>
          <w:szCs w:val="24"/>
        </w:rPr>
        <w:t xml:space="preserve"> </w:t>
      </w:r>
    </w:p>
    <w:p w14:paraId="4B5E3113" w14:textId="77777777" w:rsidR="00923D7D" w:rsidRPr="00BE004E" w:rsidRDefault="00923D7D" w:rsidP="00847B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8D7985" w14:textId="07E208ED" w:rsidR="0085747A" w:rsidRPr="00BE004E" w:rsidRDefault="0085747A" w:rsidP="00847B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E004E">
        <w:rPr>
          <w:rFonts w:ascii="Corbel" w:hAnsi="Corbel"/>
          <w:smallCaps w:val="0"/>
          <w:szCs w:val="24"/>
        </w:rPr>
        <w:t>4.1</w:t>
      </w:r>
      <w:r w:rsidR="00E4219B">
        <w:rPr>
          <w:rFonts w:ascii="Corbel" w:hAnsi="Corbel"/>
          <w:smallCaps w:val="0"/>
          <w:szCs w:val="24"/>
        </w:rPr>
        <w:t>.</w:t>
      </w:r>
      <w:r w:rsidRPr="00BE004E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E004E">
        <w:rPr>
          <w:rFonts w:ascii="Corbel" w:hAnsi="Corbel"/>
          <w:smallCaps w:val="0"/>
          <w:szCs w:val="24"/>
        </w:rPr>
        <w:t>uczenia się</w:t>
      </w:r>
    </w:p>
    <w:p w14:paraId="097BD86F" w14:textId="77777777" w:rsidR="0085747A" w:rsidRPr="00BE004E" w:rsidRDefault="0085747A" w:rsidP="00847B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C135F" w:rsidRPr="00BE004E" w14:paraId="64B499C1" w14:textId="77777777" w:rsidTr="009C5102">
        <w:tc>
          <w:tcPr>
            <w:tcW w:w="1962" w:type="dxa"/>
            <w:vAlign w:val="center"/>
          </w:tcPr>
          <w:p w14:paraId="1654D855" w14:textId="77777777" w:rsidR="00CC135F" w:rsidRPr="00BE004E" w:rsidRDefault="00CC135F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FFBE50F" w14:textId="77777777" w:rsidR="00CC135F" w:rsidRPr="00BE004E" w:rsidRDefault="00CC135F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8F426D" w14:textId="77777777" w:rsidR="00CC135F" w:rsidRPr="00BE004E" w:rsidRDefault="00CC135F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BF3F822" w14:textId="77777777" w:rsidR="00CC135F" w:rsidRPr="00BE004E" w:rsidRDefault="00CC135F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831474" w14:textId="77777777" w:rsidR="00CC135F" w:rsidRPr="00BE004E" w:rsidRDefault="00CC135F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E004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135F" w:rsidRPr="00BE004E" w14:paraId="64330E6B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7F7B655D" w14:textId="4A560FE9" w:rsidR="00CC135F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441" w:type="dxa"/>
            <w:vAlign w:val="center"/>
          </w:tcPr>
          <w:p w14:paraId="3BECA256" w14:textId="3F2892E3" w:rsidR="00CC135F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001C9955" w14:textId="68E8A7CF" w:rsidR="00CC135F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2CD881A6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15BD1616" w14:textId="62AD3BFA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441" w:type="dxa"/>
            <w:vAlign w:val="center"/>
          </w:tcPr>
          <w:p w14:paraId="12050B7C" w14:textId="2465BEA1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66963E14" w14:textId="6220C97F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33C1A5D9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08F284DD" w14:textId="2AE2D9F6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441" w:type="dxa"/>
            <w:vAlign w:val="center"/>
          </w:tcPr>
          <w:p w14:paraId="5ADFD7AB" w14:textId="3F674739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58619C9A" w14:textId="1BFF450A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670A2D47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270450DF" w14:textId="5BD07AAC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441" w:type="dxa"/>
            <w:vAlign w:val="center"/>
          </w:tcPr>
          <w:p w14:paraId="6B9F4916" w14:textId="0316FED3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58C3B52C" w14:textId="7818CE15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7B7C70CD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0C77E3E6" w14:textId="67FEFD30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441" w:type="dxa"/>
            <w:vAlign w:val="center"/>
          </w:tcPr>
          <w:p w14:paraId="6E6E9FA1" w14:textId="4B7D10DF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24EEE2B8" w14:textId="63E1D7AF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6DA8B879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70005F02" w14:textId="3C43F913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441" w:type="dxa"/>
            <w:vAlign w:val="center"/>
          </w:tcPr>
          <w:p w14:paraId="5949B75A" w14:textId="0880E930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7C0BD9A0" w14:textId="137B1ED5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1651B0E8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7CB9E2C7" w14:textId="081B3CA0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441" w:type="dxa"/>
            <w:vAlign w:val="center"/>
          </w:tcPr>
          <w:p w14:paraId="023DF0FF" w14:textId="0B579242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1D530E20" w14:textId="4B371A91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5BC8CB12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56FC5F24" w14:textId="27AD2548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441" w:type="dxa"/>
            <w:vAlign w:val="center"/>
          </w:tcPr>
          <w:p w14:paraId="2ADABE06" w14:textId="2E39914E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 xml:space="preserve">KOLOKWIUM </w:t>
            </w:r>
          </w:p>
        </w:tc>
        <w:tc>
          <w:tcPr>
            <w:tcW w:w="2117" w:type="dxa"/>
            <w:vAlign w:val="center"/>
          </w:tcPr>
          <w:p w14:paraId="24B8ACC5" w14:textId="0F5266B3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1B9EE02B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412352A5" w14:textId="387BF8C0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441" w:type="dxa"/>
            <w:vAlign w:val="center"/>
          </w:tcPr>
          <w:p w14:paraId="03266D5F" w14:textId="691627AF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743E786D" w14:textId="3F89098E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</w:tbl>
    <w:p w14:paraId="0C51B22A" w14:textId="77777777" w:rsidR="00923D7D" w:rsidRPr="00BE00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2C9B2C" w14:textId="07029D11" w:rsidR="0085747A" w:rsidRPr="00BE00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E004E">
        <w:rPr>
          <w:rFonts w:ascii="Corbel" w:hAnsi="Corbel"/>
          <w:smallCaps w:val="0"/>
          <w:szCs w:val="24"/>
        </w:rPr>
        <w:t>4.2</w:t>
      </w:r>
      <w:r w:rsidR="00847B50">
        <w:rPr>
          <w:rFonts w:ascii="Corbel" w:hAnsi="Corbel"/>
          <w:smallCaps w:val="0"/>
          <w:szCs w:val="24"/>
        </w:rPr>
        <w:t>.</w:t>
      </w:r>
      <w:r w:rsidRPr="00BE004E">
        <w:rPr>
          <w:rFonts w:ascii="Corbel" w:hAnsi="Corbel"/>
          <w:smallCaps w:val="0"/>
          <w:szCs w:val="24"/>
        </w:rPr>
        <w:t xml:space="preserve"> </w:t>
      </w:r>
      <w:r w:rsidR="0085747A" w:rsidRPr="00BE004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E004E">
        <w:rPr>
          <w:rFonts w:ascii="Corbel" w:hAnsi="Corbel"/>
          <w:smallCaps w:val="0"/>
          <w:szCs w:val="24"/>
        </w:rPr>
        <w:t xml:space="preserve"> </w:t>
      </w:r>
    </w:p>
    <w:p w14:paraId="0B49BD61" w14:textId="77777777" w:rsidR="00923D7D" w:rsidRPr="00BE00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E004E" w14:paraId="1F18ECFD" w14:textId="77777777" w:rsidTr="3E9E9C35">
        <w:tc>
          <w:tcPr>
            <w:tcW w:w="9670" w:type="dxa"/>
          </w:tcPr>
          <w:p w14:paraId="009621D7" w14:textId="2B4FD507" w:rsidR="00431B63" w:rsidRPr="00431B63" w:rsidRDefault="00431B63" w:rsidP="00847B5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Formą zaliczenia jest przygotowanie przez studenta samodzielnej pracy pisemnej oraz prezentacji multimedialnej na wyznaczony przez prowadzącego temat.</w:t>
            </w:r>
          </w:p>
          <w:p w14:paraId="1A9CE80F" w14:textId="77777777" w:rsidR="00431B63" w:rsidRPr="00431B63" w:rsidRDefault="00431B63" w:rsidP="00847B5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Kryteria oceny pracy/prezentacji: 70 pkt - merytoryczne (zgodność zaprezentowanej pracy z tematem, aktualność stanu prawnego, zasób i różnorodność zgromadzonych informacji, umiejętność ich analizy i formułowania wniosków) oraz 30 pkt - formalne (staranność wykonania i jego zgodność z postawionymi kryteriami (koniecznością wskazania wykorzystywanych literatury i źródeł, opracowanie pracy wg wytycznych przedstawionych przez prowadzącego).</w:t>
            </w:r>
          </w:p>
          <w:p w14:paraId="107F4EB6" w14:textId="77777777" w:rsidR="00431B63" w:rsidRPr="00431B63" w:rsidRDefault="00431B63" w:rsidP="00847B5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Punkty uzyskane za pracę i prezentację są przeliczane na procenty, którym odpowiadają oceny</w:t>
            </w:r>
          </w:p>
          <w:p w14:paraId="7EFB5120" w14:textId="77777777" w:rsidR="00431B63" w:rsidRPr="00431B63" w:rsidRDefault="00431B63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0A64393E" w14:textId="77777777" w:rsidR="00431B63" w:rsidRPr="00431B63" w:rsidRDefault="00431B63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41F4BE17" w14:textId="77777777" w:rsidR="00431B63" w:rsidRPr="00431B63" w:rsidRDefault="00431B63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652D4588" w14:textId="77777777" w:rsidR="00431B63" w:rsidRPr="00431B63" w:rsidRDefault="00431B63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14D14FB2" w14:textId="77777777" w:rsidR="00431B63" w:rsidRPr="00431B63" w:rsidRDefault="00431B63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67756E64" w14:textId="3CEB189C" w:rsidR="0085747A" w:rsidRPr="00BE004E" w:rsidRDefault="00431B63" w:rsidP="00847B50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- 91% - 100% - bardzo dobry.</w:t>
            </w:r>
          </w:p>
        </w:tc>
      </w:tr>
    </w:tbl>
    <w:p w14:paraId="5CB6B159" w14:textId="2AF72466" w:rsidR="490147EE" w:rsidRDefault="490147EE" w:rsidP="00847B50">
      <w:pPr>
        <w:spacing w:after="0" w:line="240" w:lineRule="auto"/>
      </w:pPr>
    </w:p>
    <w:p w14:paraId="6696C5BE" w14:textId="77777777" w:rsidR="009F4610" w:rsidRPr="00BE004E" w:rsidRDefault="0085747A" w:rsidP="00847B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E004E">
        <w:rPr>
          <w:rFonts w:ascii="Corbel" w:hAnsi="Corbel"/>
          <w:b/>
          <w:sz w:val="24"/>
          <w:szCs w:val="24"/>
        </w:rPr>
        <w:t xml:space="preserve">5. </w:t>
      </w:r>
      <w:r w:rsidR="00C61DC5" w:rsidRPr="00BE00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2D0940" w14:textId="77777777" w:rsidR="0085747A" w:rsidRPr="00BE004E" w:rsidRDefault="0085747A" w:rsidP="00847B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BE004E" w14:paraId="46F9AC19" w14:textId="77777777" w:rsidTr="00847B50">
        <w:tc>
          <w:tcPr>
            <w:tcW w:w="5274" w:type="dxa"/>
            <w:vAlign w:val="center"/>
          </w:tcPr>
          <w:p w14:paraId="77C8C66C" w14:textId="77777777" w:rsidR="0085747A" w:rsidRPr="00BE00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E00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E00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E00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6C7105D5" w14:textId="77777777" w:rsidR="0085747A" w:rsidRPr="00BE00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E00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E00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E004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E00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E004E" w14:paraId="57E2CFF1" w14:textId="77777777" w:rsidTr="00847B50">
        <w:tc>
          <w:tcPr>
            <w:tcW w:w="5274" w:type="dxa"/>
          </w:tcPr>
          <w:p w14:paraId="734C0E53" w14:textId="5BE48B4C" w:rsidR="0085747A" w:rsidRPr="00BE004E" w:rsidRDefault="00AD48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489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47CE7EC9" w14:textId="39685CA8" w:rsidR="0085747A" w:rsidRPr="00BE004E" w:rsidRDefault="00C418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 xml:space="preserve">20 godz. </w:t>
            </w:r>
          </w:p>
        </w:tc>
      </w:tr>
      <w:tr w:rsidR="00C61DC5" w:rsidRPr="00BE004E" w14:paraId="6BFC7470" w14:textId="77777777" w:rsidTr="00847B50">
        <w:tc>
          <w:tcPr>
            <w:tcW w:w="5274" w:type="dxa"/>
          </w:tcPr>
          <w:p w14:paraId="3350321C" w14:textId="77777777" w:rsidR="00C61DC5" w:rsidRPr="00BE004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E004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9F22AE" w14:textId="77777777" w:rsidR="00C61DC5" w:rsidRPr="00BE004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42024421" w14:textId="79A9CE15" w:rsidR="00C61DC5" w:rsidRPr="00BE004E" w:rsidRDefault="00CC13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5</w:t>
            </w:r>
            <w:r w:rsidR="00C4186C" w:rsidRPr="00BE004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E004E" w14:paraId="1273EA79" w14:textId="77777777" w:rsidTr="00847B50">
        <w:tc>
          <w:tcPr>
            <w:tcW w:w="5274" w:type="dxa"/>
          </w:tcPr>
          <w:p w14:paraId="4F0BCD58" w14:textId="77777777" w:rsidR="0071620A" w:rsidRPr="00BE004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E004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E004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2D18F19" w14:textId="77777777" w:rsidR="00C61DC5" w:rsidRPr="00BE004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0C6B7BAA" w14:textId="069ABB44" w:rsidR="00C61DC5" w:rsidRPr="00BE004E" w:rsidRDefault="00CC13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65</w:t>
            </w:r>
            <w:r w:rsidR="00C4186C" w:rsidRPr="00BE004E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5747A" w:rsidRPr="00BE004E" w14:paraId="7E96EF4B" w14:textId="77777777" w:rsidTr="00847B50">
        <w:trPr>
          <w:trHeight w:val="337"/>
        </w:trPr>
        <w:tc>
          <w:tcPr>
            <w:tcW w:w="5274" w:type="dxa"/>
          </w:tcPr>
          <w:p w14:paraId="03F6E2E7" w14:textId="77777777" w:rsidR="0085747A" w:rsidRPr="00BE00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16B5B36" w14:textId="66A4931F" w:rsidR="0085747A" w:rsidRPr="00BE004E" w:rsidRDefault="00CC13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350425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BE004E" w14:paraId="30A9C766" w14:textId="77777777" w:rsidTr="00847B50">
        <w:trPr>
          <w:trHeight w:val="337"/>
        </w:trPr>
        <w:tc>
          <w:tcPr>
            <w:tcW w:w="5274" w:type="dxa"/>
          </w:tcPr>
          <w:p w14:paraId="7F6717CA" w14:textId="77777777" w:rsidR="0085747A" w:rsidRPr="00BE00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E00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310890DA" w14:textId="00AD3CD1" w:rsidR="0085747A" w:rsidRPr="00BE004E" w:rsidRDefault="00C418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C53637A" w14:textId="77777777" w:rsidR="0085747A" w:rsidRPr="00BE004E" w:rsidRDefault="00923D7D" w:rsidP="00847B50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E00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E004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1C2DD7" w14:textId="77777777" w:rsidR="003E1941" w:rsidRPr="00BE00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767F3" w14:textId="77777777" w:rsidR="0085747A" w:rsidRPr="00BE00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E004E">
        <w:rPr>
          <w:rFonts w:ascii="Corbel" w:hAnsi="Corbel"/>
          <w:smallCaps w:val="0"/>
          <w:szCs w:val="24"/>
        </w:rPr>
        <w:t xml:space="preserve">6. </w:t>
      </w:r>
      <w:r w:rsidR="0085747A" w:rsidRPr="00BE004E">
        <w:rPr>
          <w:rFonts w:ascii="Corbel" w:hAnsi="Corbel"/>
          <w:smallCaps w:val="0"/>
          <w:szCs w:val="24"/>
        </w:rPr>
        <w:t>PRAKTYKI ZAWO</w:t>
      </w:r>
      <w:r w:rsidR="009D3F3B" w:rsidRPr="00BE004E">
        <w:rPr>
          <w:rFonts w:ascii="Corbel" w:hAnsi="Corbel"/>
          <w:smallCaps w:val="0"/>
          <w:szCs w:val="24"/>
        </w:rPr>
        <w:t>DOWE W RAMACH PRZEDMIOTU</w:t>
      </w:r>
    </w:p>
    <w:p w14:paraId="76FB9CC2" w14:textId="77777777" w:rsidR="0085747A" w:rsidRPr="00BE00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BE004E" w14:paraId="5F9B3561" w14:textId="77777777" w:rsidTr="00847B50">
        <w:trPr>
          <w:trHeight w:val="397"/>
        </w:trPr>
        <w:tc>
          <w:tcPr>
            <w:tcW w:w="3998" w:type="dxa"/>
          </w:tcPr>
          <w:p w14:paraId="2DB9A342" w14:textId="77777777" w:rsidR="0085747A" w:rsidRPr="00BE00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45B8DA4A" w14:textId="6C2A25E3" w:rsidR="0085747A" w:rsidRPr="00BE004E" w:rsidRDefault="00BE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E004E" w14:paraId="670A73B3" w14:textId="77777777" w:rsidTr="00847B50">
        <w:trPr>
          <w:trHeight w:val="397"/>
        </w:trPr>
        <w:tc>
          <w:tcPr>
            <w:tcW w:w="3998" w:type="dxa"/>
          </w:tcPr>
          <w:p w14:paraId="605BA4AD" w14:textId="77777777" w:rsidR="0085747A" w:rsidRPr="00BE00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36C963E7" w14:textId="27FC773E" w:rsidR="0085747A" w:rsidRPr="00BE004E" w:rsidRDefault="00BE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705919E" w14:textId="77777777" w:rsidR="003E1941" w:rsidRPr="00BE00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DF1335" w14:textId="77777777" w:rsidR="00847B50" w:rsidRDefault="00847B50">
      <w:pPr>
        <w:spacing w:after="0" w:line="240" w:lineRule="auto"/>
        <w:rPr>
          <w:rFonts w:ascii="Corbel" w:hAnsi="Corbel"/>
          <w:b/>
          <w:sz w:val="24"/>
        </w:rPr>
      </w:pPr>
      <w:r>
        <w:rPr>
          <w:rFonts w:ascii="Corbel" w:hAnsi="Corbel"/>
          <w:smallCaps/>
        </w:rPr>
        <w:br w:type="page"/>
      </w:r>
    </w:p>
    <w:p w14:paraId="3B7BA2C6" w14:textId="13D8432F" w:rsidR="00675843" w:rsidRDefault="00675843" w:rsidP="490147EE">
      <w:pPr>
        <w:pStyle w:val="Punktygwne"/>
        <w:spacing w:before="0" w:after="0"/>
        <w:rPr>
          <w:rFonts w:ascii="Corbel" w:hAnsi="Corbel"/>
          <w:smallCaps w:val="0"/>
        </w:rPr>
      </w:pPr>
      <w:r w:rsidRPr="490147EE">
        <w:rPr>
          <w:rFonts w:ascii="Corbel" w:hAnsi="Corbel"/>
          <w:smallCaps w:val="0"/>
        </w:rPr>
        <w:lastRenderedPageBreak/>
        <w:t xml:space="preserve">7. </w:t>
      </w:r>
      <w:r w:rsidR="0085747A" w:rsidRPr="490147EE">
        <w:rPr>
          <w:rFonts w:ascii="Corbel" w:hAnsi="Corbel"/>
          <w:smallCaps w:val="0"/>
        </w:rPr>
        <w:t>LITERATURA</w:t>
      </w:r>
    </w:p>
    <w:p w14:paraId="236925B5" w14:textId="77777777" w:rsidR="00847B50" w:rsidRPr="00BE004E" w:rsidRDefault="00847B50" w:rsidP="490147EE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E004E" w14:paraId="1F94366F" w14:textId="77777777" w:rsidTr="490147EE">
        <w:trPr>
          <w:trHeight w:val="397"/>
        </w:trPr>
        <w:tc>
          <w:tcPr>
            <w:tcW w:w="7513" w:type="dxa"/>
          </w:tcPr>
          <w:p w14:paraId="74544C15" w14:textId="7AFE9046" w:rsidR="0085747A" w:rsidRPr="00BE004E" w:rsidRDefault="0085747A" w:rsidP="00847B50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</w:rPr>
            </w:pPr>
            <w:r w:rsidRPr="03350425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2738A288" w14:textId="7BA01951" w:rsidR="00C35742" w:rsidRDefault="16758089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490147EE">
              <w:rPr>
                <w:rFonts w:ascii="Corbel" w:hAnsi="Corbel"/>
                <w:b w:val="0"/>
                <w:smallCaps w:val="0"/>
              </w:rPr>
              <w:t>Serzhanova</w:t>
            </w:r>
            <w:proofErr w:type="spellEnd"/>
            <w:r w:rsidRPr="490147EE">
              <w:rPr>
                <w:rFonts w:ascii="Corbel" w:hAnsi="Corbel"/>
                <w:b w:val="0"/>
                <w:smallCaps w:val="0"/>
              </w:rPr>
              <w:t xml:space="preserve"> V., System konstytucyjny Finlandii, Wydawnictwo Sejmowe, Warszawa 2021. </w:t>
            </w:r>
          </w:p>
          <w:p w14:paraId="477951CD" w14:textId="77777777" w:rsidR="00057BDB" w:rsidRPr="00203BC8" w:rsidRDefault="412A94F2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90147EE">
              <w:rPr>
                <w:rFonts w:ascii="Calibri" w:eastAsia="Times New Roman" w:hAnsi="Calibri" w:cs="Calibri"/>
                <w:b w:val="0"/>
                <w:smallCaps w:val="0"/>
                <w:color w:val="000000"/>
                <w:bdr w:val="none" w:sz="0" w:space="0" w:color="auto" w:frame="1"/>
                <w:shd w:val="clear" w:color="auto" w:fill="FFFFFF"/>
                <w:lang w:eastAsia="pl-PL"/>
              </w:rPr>
              <w:t>Serzhanova</w:t>
            </w:r>
            <w:proofErr w:type="spellEnd"/>
            <w:r w:rsidRPr="490147EE">
              <w:rPr>
                <w:rFonts w:ascii="Calibri" w:eastAsia="Times New Roman" w:hAnsi="Calibri" w:cs="Calibri"/>
                <w:b w:val="0"/>
                <w:smallCaps w:val="0"/>
                <w:color w:val="000000"/>
                <w:bdr w:val="none" w:sz="0" w:space="0" w:color="auto" w:frame="1"/>
                <w:shd w:val="clear" w:color="auto" w:fill="FFFFFF"/>
                <w:lang w:eastAsia="pl-PL"/>
              </w:rPr>
              <w:t xml:space="preserve"> V., Wilk J., Nowak K., Plis J. (red.), Problem państw nieuznawanych we współczesnym świecie, Warszawa 2019.</w:t>
            </w:r>
          </w:p>
          <w:p w14:paraId="22E1B213" w14:textId="02F0A117" w:rsidR="00057BDB" w:rsidRPr="00057BDB" w:rsidRDefault="00057BDB" w:rsidP="00847B50">
            <w:pPr>
              <w:shd w:val="clear" w:color="auto" w:fill="FFFFFF"/>
              <w:spacing w:before="120" w:after="120" w:line="240" w:lineRule="auto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E7CA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Nowak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K.</w:t>
            </w:r>
            <w:r w:rsidRPr="002E7CA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Plis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J.</w:t>
            </w:r>
            <w:r w:rsidRPr="002E7CA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Konstytucja Republiki Kabardyjsko-Bałkarskiej, Kraków 2019.</w:t>
            </w:r>
          </w:p>
          <w:p w14:paraId="66514F72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Antoszewski A., Herbut R.: Systemy polityczne współczesnego świata, Gdańsk, 2001.</w:t>
            </w:r>
          </w:p>
          <w:p w14:paraId="5861BD00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Antoszewski A., Herbut R.: Systemy polityczne współczesnej Europy, Warszawa, 2006.</w:t>
            </w:r>
          </w:p>
          <w:p w14:paraId="389C9B1E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Balicki R.: Ustroje państw współczesnych, Wrocław, 2003.</w:t>
            </w:r>
          </w:p>
          <w:p w14:paraId="6AF799E0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Banaszak B.: Porównawcze prawo konstytucyjne współczesnych państw demokratycznych, Kraków, 2012.</w:t>
            </w:r>
          </w:p>
          <w:p w14:paraId="37D70742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Grzybowski M., Dania. Zarys systemu ustrojowego, Kraków 2017. </w:t>
            </w:r>
          </w:p>
          <w:p w14:paraId="4F3E4392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Grzybowski M., Finlandia. Zarys systemu ustrojowego, Kraków 2007.</w:t>
            </w:r>
          </w:p>
          <w:p w14:paraId="22B314A7" w14:textId="7D95D4C0" w:rsidR="00640486" w:rsidRPr="00BE004E" w:rsidRDefault="4836483A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</w:rPr>
            </w:pPr>
            <w:r w:rsidRPr="490147EE">
              <w:rPr>
                <w:rFonts w:ascii="Corbel" w:hAnsi="Corbel"/>
                <w:b w:val="0"/>
                <w:smallCaps w:val="0"/>
                <w:color w:val="000000" w:themeColor="text1"/>
              </w:rPr>
              <w:t>Grzybowski M., Norwegia</w:t>
            </w:r>
            <w:r w:rsidR="7AA447AC" w:rsidRPr="490147EE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Pr="490147E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30BF6C81" w:rsidRPr="490147EE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Pr="490147E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arys systemu ustrojowego, Kraków 2015. </w:t>
            </w:r>
          </w:p>
          <w:p w14:paraId="4B2C11A0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Grzybowski M., Systemy konstytucyjny państw skandynawskich, Warszawa 2010.</w:t>
            </w:r>
          </w:p>
          <w:p w14:paraId="74AD017C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Ludwikowski </w:t>
            </w:r>
            <w:proofErr w:type="spellStart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Rett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R.: Prawo konstytucyjne porównawcze, Toruń, 2000.</w:t>
            </w:r>
          </w:p>
          <w:p w14:paraId="2C1EF480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Pułło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A.: Ustroje państw współczesnych, Warszawa, 2007.</w:t>
            </w:r>
          </w:p>
          <w:p w14:paraId="3A968F1E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Sagan S., Prawo konstytucyjne Rzeczypospolitej Polskiej, Warszawa 2003. </w:t>
            </w:r>
          </w:p>
          <w:p w14:paraId="3CFD49B7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Sagan S., V. </w:t>
            </w:r>
            <w:proofErr w:type="spellStart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Serzhanova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Nauka o państwie współczesnym, Warszawa 2015.</w:t>
            </w:r>
          </w:p>
          <w:p w14:paraId="5C01C6D3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Sarnecki P.: Ustroje konstytucyjne państw współczesnych, Kraków, 2013.</w:t>
            </w:r>
          </w:p>
          <w:p w14:paraId="4B356238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Systemy polityczne Europy Środkowej i Wschodniej: perspektywa porównawcza, red. A. Antoszewski, Wrocław 2006.</w:t>
            </w:r>
          </w:p>
          <w:p w14:paraId="5A05E8D1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Systemy polityczne wybranych państw, red. K.A. Wojtaszczyk, Warszawa, 2004.</w:t>
            </w:r>
          </w:p>
          <w:p w14:paraId="2FC17809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Ustroje państw współczesnych, t. I, red. W. Skrzydło, Lublin 2010.</w:t>
            </w:r>
          </w:p>
          <w:p w14:paraId="2C26D081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Ustroje państw współczesnych, t. II, red. E. </w:t>
            </w:r>
            <w:proofErr w:type="spellStart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Gdulewicz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2005.</w:t>
            </w:r>
          </w:p>
          <w:p w14:paraId="6819B988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Współczesne ustroje polityczne, red. M. Żmigrodzki, B. </w:t>
            </w:r>
            <w:proofErr w:type="spellStart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Dziemidok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-Olszewska, Warszawa 2013.</w:t>
            </w:r>
          </w:p>
          <w:p w14:paraId="11204F70" w14:textId="2045E148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Żebrowski W.: Współczesne systemy polityczne. Zarys teorii i praktyki </w:t>
            </w:r>
            <w:r w:rsidR="0084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wybranych państwach świata, Olsztyn 2005.</w:t>
            </w:r>
          </w:p>
        </w:tc>
      </w:tr>
    </w:tbl>
    <w:p w14:paraId="2D55B0D2" w14:textId="77777777" w:rsidR="00847B50" w:rsidRDefault="00847B50" w:rsidP="00847B50"/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E004E" w14:paraId="5303B63E" w14:textId="77777777" w:rsidTr="490147EE">
        <w:trPr>
          <w:trHeight w:val="397"/>
        </w:trPr>
        <w:tc>
          <w:tcPr>
            <w:tcW w:w="7513" w:type="dxa"/>
          </w:tcPr>
          <w:p w14:paraId="0AF20D4E" w14:textId="02F51FD0" w:rsidR="00057BDB" w:rsidRPr="00BE004E" w:rsidRDefault="0085747A" w:rsidP="00847B50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</w:rPr>
            </w:pPr>
            <w:r w:rsidRPr="03350425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44BAAA2B" w14:textId="33E0390F" w:rsidR="00C35742" w:rsidRPr="00847B50" w:rsidRDefault="00226D75" w:rsidP="00847B5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Serzhanova</w:t>
            </w:r>
            <w:proofErr w:type="spellEnd"/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V., Status prawnoustrojowy instytucji Adwokata Ludu </w:t>
            </w:r>
            <w:r w:rsid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 Rumunii, Rzeszów 2021.</w:t>
            </w:r>
          </w:p>
          <w:p w14:paraId="11913874" w14:textId="17D9933A" w:rsidR="00EB2CED" w:rsidRPr="00847B50" w:rsidRDefault="4C32EC84" w:rsidP="00847B5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proofErr w:type="spellStart"/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Serzhanova</w:t>
            </w:r>
            <w:proofErr w:type="spellEnd"/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 V</w:t>
            </w:r>
            <w:r w:rsidR="413F4620"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.</w:t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,</w:t>
            </w:r>
            <w:r w:rsidR="31BA5E90"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 </w:t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Kimla A.,</w:t>
            </w:r>
            <w:r w:rsid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 </w:t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Potencjalny wpływ </w:t>
            </w:r>
            <w:proofErr w:type="spellStart"/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brexitu</w:t>
            </w:r>
            <w:proofErr w:type="spellEnd"/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 na ustrój terytorialny i integralność Zjednoczonego Królestwa Wielkiej Brytanii i Irlandii Północnej  </w:t>
            </w:r>
            <w:r w:rsidR="75F2DFE3"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“</w:t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Przegląd Sejmowy” 2020, nr 6.</w:t>
            </w:r>
          </w:p>
          <w:p w14:paraId="7432651C" w14:textId="77777777" w:rsidR="00640486" w:rsidRPr="00847B50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Konstytucja Finlandii, wstęp i tłumaczenie S. Sagan, V. </w:t>
            </w:r>
            <w:proofErr w:type="spellStart"/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Serzhanova</w:t>
            </w:r>
            <w:proofErr w:type="spellEnd"/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2003.</w:t>
            </w:r>
          </w:p>
          <w:p w14:paraId="4C5DE82B" w14:textId="10F1E493" w:rsidR="00640486" w:rsidRPr="00847B50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Konstytucja Republiki Armenii, wstęp i tłumaczenie S. Sagan, </w:t>
            </w:r>
            <w:r w:rsid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V. S</w:t>
            </w:r>
            <w:proofErr w:type="spellStart"/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erzhanova</w:t>
            </w:r>
            <w:proofErr w:type="spellEnd"/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2004.</w:t>
            </w:r>
          </w:p>
          <w:p w14:paraId="49A0A358" w14:textId="2ADAA057" w:rsidR="00640486" w:rsidRPr="00847B50" w:rsidRDefault="4836483A" w:rsidP="00847B5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Konstytucja Wielkiego Księstwa Luksemburga, </w:t>
            </w:r>
            <w:r w:rsidR="43F03AB8"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wstęp</w:t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 i tłumaczenie </w:t>
            </w:r>
            <w:r w:rsid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br/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S. Sagan, V. </w:t>
            </w:r>
            <w:proofErr w:type="spellStart"/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Serzhanova</w:t>
            </w:r>
            <w:proofErr w:type="spellEnd"/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, Rzeszów 2005.</w:t>
            </w:r>
          </w:p>
          <w:p w14:paraId="47363C86" w14:textId="3BF9CD3D" w:rsidR="00057BDB" w:rsidRPr="00847B50" w:rsidRDefault="4836483A" w:rsidP="00847B5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Konstytucja Republiki Kosowa,</w:t>
            </w:r>
            <w:r w:rsidR="11B8AC52"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 wstęp i tłumaczenie, K. Nowak, </w:t>
            </w:r>
            <w:r w:rsid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br/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Rzeszów 2010. </w:t>
            </w:r>
          </w:p>
          <w:p w14:paraId="6EE795E8" w14:textId="7E984F13" w:rsidR="00057BDB" w:rsidRDefault="412A94F2" w:rsidP="00847B50">
            <w:pPr>
              <w:spacing w:before="120" w:after="120" w:line="240" w:lineRule="auto"/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>Plis</w:t>
            </w:r>
            <w:r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J.</w:t>
            </w:r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, Status prawny Palestyny, [w:] Problem państw nieuznawanych we współczesnym świecie, red. V. </w:t>
            </w:r>
            <w:proofErr w:type="spellStart"/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>Serzhanova</w:t>
            </w:r>
            <w:proofErr w:type="spellEnd"/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>, J. Wilk, K. Nowak, J. Plis, Wydawnictwo Sejmowe, Warszawa 2019.</w:t>
            </w:r>
          </w:p>
          <w:p w14:paraId="6BEA3901" w14:textId="56704A53" w:rsidR="00987B8B" w:rsidRPr="00847B50" w:rsidRDefault="5BAB213B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</w:rPr>
            </w:pP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K., O ustroju Gagauzji - przyczynek do dyskusji „Roczniki Administracji i Prawa” 2019, t. spec., nr 19. </w:t>
            </w:r>
          </w:p>
          <w:p w14:paraId="356B8F06" w14:textId="4E092E89" w:rsidR="00615832" w:rsidRPr="00847B50" w:rsidRDefault="00615832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847B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Nowak K., The Constitutional Court of Kosovo - Introductory Remarks, „</w:t>
            </w:r>
            <w:proofErr w:type="spellStart"/>
            <w:r w:rsidRPr="00847B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Przegląd</w:t>
            </w:r>
            <w:proofErr w:type="spellEnd"/>
            <w:r w:rsidRPr="00847B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Prawa </w:t>
            </w:r>
            <w:proofErr w:type="spellStart"/>
            <w:r w:rsidRPr="00847B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Konstytucyjnego</w:t>
            </w:r>
            <w:proofErr w:type="spellEnd"/>
            <w:r w:rsidRPr="00847B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” 2020, nr 6. </w:t>
            </w:r>
          </w:p>
          <w:p w14:paraId="32A74C20" w14:textId="720B4539" w:rsidR="00640486" w:rsidRPr="00847B50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 Systemy konstytucyjne świata, Wydawnictwo Sejmowe:</w:t>
            </w:r>
          </w:p>
          <w:p w14:paraId="57202357" w14:textId="501908DD" w:rsidR="00640486" w:rsidRPr="00847B50" w:rsidRDefault="4836483A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</w:rPr>
            </w:pP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J. </w:t>
            </w:r>
            <w:proofErr w:type="spellStart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>Wojnacki</w:t>
            </w:r>
            <w:proofErr w:type="spellEnd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System konstytucyjny Albanii, P. Sarnecki: System konstytucyjny Austrii, A. Głowacki: System konstytucyjny Belgii, </w:t>
            </w:r>
            <w:r w:rsidR="00847B50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M. Grzybowski, J. Karp: System konstytucyjny Bułgarii, M. Grzybowski, </w:t>
            </w:r>
            <w:r w:rsidR="00847B50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J. Karp: System konstytucyjny Chorwacji, K. </w:t>
            </w:r>
            <w:proofErr w:type="spellStart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>Skotonicki</w:t>
            </w:r>
            <w:proofErr w:type="spellEnd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System konstytucyjny Czech, E. Zieliński System konstytucyjny Federacji Rosyjskiej, E. </w:t>
            </w:r>
            <w:proofErr w:type="spellStart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>Gdulewicz</w:t>
            </w:r>
            <w:proofErr w:type="spellEnd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System konstytucyjny Francji, J. Kamiński: System konstytucyjny Grecji, A. Głowacki: System konstytucyjny Holandii, W. Konarski: System konstytucyjny Irlandii, B. Banaszak: System konstytucyjny Niemiec, A. Łabno-Jabłońska: System konstytucyjny Portugalii, W. Brodziński: System konstytucyjny Rumunii, J. Wojnicki: System konstytucyjny Serbii i Czarnogóry, Z. Czeszejko-Sochacki: System konstytucyjny Szwajcarii, P. </w:t>
            </w:r>
            <w:proofErr w:type="spellStart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>Mikuli</w:t>
            </w:r>
            <w:proofErr w:type="spellEnd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System konstytucyjny Słowenii, A. Szymański: System konstytucyjny Turcji, </w:t>
            </w:r>
            <w:r w:rsidR="00847B50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E. Zieliński: System konstytucyjny Ukrainy, Z. Witkowski: System konstytucyjny Włoch, W. Brodziński: System konstytucyjny Węgier, </w:t>
            </w:r>
            <w:r w:rsidR="00847B50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M. Grzybowski: Systemy konstytucyjne państw skandynawskich, </w:t>
            </w:r>
            <w:r w:rsidR="00847B50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>J. Zieliński: Systemy konstytucyjne Łotwy, Estonii i Litwy</w:t>
            </w:r>
          </w:p>
          <w:p w14:paraId="13F90363" w14:textId="06F8B7E5" w:rsidR="00640486" w:rsidRPr="00BE004E" w:rsidRDefault="4836483A" w:rsidP="00847B50">
            <w:pPr>
              <w:pStyle w:val="Punktygwne"/>
              <w:spacing w:before="120" w:after="12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>Serie: Konstytucje świata oraz Parlamenty świata, Wydawnictwo Sejmowe.</w:t>
            </w:r>
          </w:p>
        </w:tc>
      </w:tr>
    </w:tbl>
    <w:p w14:paraId="747A50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79D0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864D2" w14:textId="77777777" w:rsidR="00A70692" w:rsidRDefault="00A70692" w:rsidP="00C16ABF">
      <w:pPr>
        <w:spacing w:after="0" w:line="240" w:lineRule="auto"/>
      </w:pPr>
      <w:r>
        <w:separator/>
      </w:r>
    </w:p>
  </w:endnote>
  <w:endnote w:type="continuationSeparator" w:id="0">
    <w:p w14:paraId="3FFAC1D4" w14:textId="77777777" w:rsidR="00A70692" w:rsidRDefault="00A706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36E73" w14:textId="77777777" w:rsidR="00A70692" w:rsidRDefault="00A70692" w:rsidP="00C16ABF">
      <w:pPr>
        <w:spacing w:after="0" w:line="240" w:lineRule="auto"/>
      </w:pPr>
      <w:r>
        <w:separator/>
      </w:r>
    </w:p>
  </w:footnote>
  <w:footnote w:type="continuationSeparator" w:id="0">
    <w:p w14:paraId="6272BD3C" w14:textId="77777777" w:rsidR="00A70692" w:rsidRDefault="00A70692" w:rsidP="00C16ABF">
      <w:pPr>
        <w:spacing w:after="0" w:line="240" w:lineRule="auto"/>
      </w:pPr>
      <w:r>
        <w:continuationSeparator/>
      </w:r>
    </w:p>
  </w:footnote>
  <w:footnote w:id="1">
    <w:p w14:paraId="0D5506E4" w14:textId="77777777" w:rsidR="00CD6F50" w:rsidRDefault="00CD6F50" w:rsidP="00CD6F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D10C41"/>
    <w:multiLevelType w:val="hybridMultilevel"/>
    <w:tmpl w:val="DC16F0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D3827"/>
    <w:multiLevelType w:val="hybridMultilevel"/>
    <w:tmpl w:val="DC16F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421883">
    <w:abstractNumId w:val="0"/>
  </w:num>
  <w:num w:numId="2" w16cid:durableId="2065568001">
    <w:abstractNumId w:val="2"/>
  </w:num>
  <w:num w:numId="3" w16cid:durableId="78126359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036"/>
    <w:rsid w:val="00003FEF"/>
    <w:rsid w:val="000048FD"/>
    <w:rsid w:val="000063A7"/>
    <w:rsid w:val="000077B4"/>
    <w:rsid w:val="00015454"/>
    <w:rsid w:val="00015B8F"/>
    <w:rsid w:val="00022ECE"/>
    <w:rsid w:val="000242BD"/>
    <w:rsid w:val="00042A51"/>
    <w:rsid w:val="00042D2E"/>
    <w:rsid w:val="00044C82"/>
    <w:rsid w:val="00050035"/>
    <w:rsid w:val="00057BD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C1A"/>
    <w:rsid w:val="00124BFF"/>
    <w:rsid w:val="0012560E"/>
    <w:rsid w:val="00127108"/>
    <w:rsid w:val="00134833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5948"/>
    <w:rsid w:val="001D657B"/>
    <w:rsid w:val="001D7B54"/>
    <w:rsid w:val="001E0209"/>
    <w:rsid w:val="001F2CA2"/>
    <w:rsid w:val="002144C0"/>
    <w:rsid w:val="0022477D"/>
    <w:rsid w:val="00226D75"/>
    <w:rsid w:val="002278A9"/>
    <w:rsid w:val="002336F9"/>
    <w:rsid w:val="0024028F"/>
    <w:rsid w:val="00242AB4"/>
    <w:rsid w:val="00244ABC"/>
    <w:rsid w:val="00281FF2"/>
    <w:rsid w:val="002857DE"/>
    <w:rsid w:val="00291567"/>
    <w:rsid w:val="002A22BF"/>
    <w:rsid w:val="002A2389"/>
    <w:rsid w:val="002A239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DCF"/>
    <w:rsid w:val="0042745A"/>
    <w:rsid w:val="00431B63"/>
    <w:rsid w:val="00431D5C"/>
    <w:rsid w:val="004362C6"/>
    <w:rsid w:val="00437FA2"/>
    <w:rsid w:val="00445970"/>
    <w:rsid w:val="00450206"/>
    <w:rsid w:val="00461EFC"/>
    <w:rsid w:val="004652C2"/>
    <w:rsid w:val="004706D1"/>
    <w:rsid w:val="00471326"/>
    <w:rsid w:val="0047598D"/>
    <w:rsid w:val="004840FD"/>
    <w:rsid w:val="00490F7D"/>
    <w:rsid w:val="00491678"/>
    <w:rsid w:val="0049178F"/>
    <w:rsid w:val="004934B0"/>
    <w:rsid w:val="004968E2"/>
    <w:rsid w:val="004A3EEA"/>
    <w:rsid w:val="004A4D1F"/>
    <w:rsid w:val="004D5282"/>
    <w:rsid w:val="004E727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2E3"/>
    <w:rsid w:val="005C696A"/>
    <w:rsid w:val="005E6E85"/>
    <w:rsid w:val="005F2778"/>
    <w:rsid w:val="005F31D2"/>
    <w:rsid w:val="0061029B"/>
    <w:rsid w:val="00615832"/>
    <w:rsid w:val="00617230"/>
    <w:rsid w:val="00621CE1"/>
    <w:rsid w:val="00623511"/>
    <w:rsid w:val="00627FC9"/>
    <w:rsid w:val="00632D06"/>
    <w:rsid w:val="00640486"/>
    <w:rsid w:val="00647FA8"/>
    <w:rsid w:val="00650C5F"/>
    <w:rsid w:val="00654934"/>
    <w:rsid w:val="006620D9"/>
    <w:rsid w:val="00671958"/>
    <w:rsid w:val="00675843"/>
    <w:rsid w:val="00696477"/>
    <w:rsid w:val="006B1AD5"/>
    <w:rsid w:val="006C3B1E"/>
    <w:rsid w:val="006D050F"/>
    <w:rsid w:val="006D4A4E"/>
    <w:rsid w:val="006D6139"/>
    <w:rsid w:val="006E5D65"/>
    <w:rsid w:val="006F1282"/>
    <w:rsid w:val="006F1FBC"/>
    <w:rsid w:val="006F31E2"/>
    <w:rsid w:val="00706544"/>
    <w:rsid w:val="007072BA"/>
    <w:rsid w:val="0071354E"/>
    <w:rsid w:val="007137EB"/>
    <w:rsid w:val="0071620A"/>
    <w:rsid w:val="00724677"/>
    <w:rsid w:val="00725459"/>
    <w:rsid w:val="007327BD"/>
    <w:rsid w:val="00734608"/>
    <w:rsid w:val="007374E5"/>
    <w:rsid w:val="00740340"/>
    <w:rsid w:val="00745302"/>
    <w:rsid w:val="007461D6"/>
    <w:rsid w:val="00746EC8"/>
    <w:rsid w:val="00763BF1"/>
    <w:rsid w:val="00766FD4"/>
    <w:rsid w:val="00776F4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B50"/>
    <w:rsid w:val="008552A2"/>
    <w:rsid w:val="0085747A"/>
    <w:rsid w:val="00884922"/>
    <w:rsid w:val="00885F64"/>
    <w:rsid w:val="00886FE7"/>
    <w:rsid w:val="008917F9"/>
    <w:rsid w:val="008A411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8C"/>
    <w:rsid w:val="008F6E29"/>
    <w:rsid w:val="00901F27"/>
    <w:rsid w:val="00912A65"/>
    <w:rsid w:val="00916188"/>
    <w:rsid w:val="0092097E"/>
    <w:rsid w:val="00923D7D"/>
    <w:rsid w:val="00950342"/>
    <w:rsid w:val="009508DF"/>
    <w:rsid w:val="00950DAC"/>
    <w:rsid w:val="00954A07"/>
    <w:rsid w:val="00987B8B"/>
    <w:rsid w:val="00997F14"/>
    <w:rsid w:val="009A5937"/>
    <w:rsid w:val="009A78D9"/>
    <w:rsid w:val="009C3E31"/>
    <w:rsid w:val="009C54AE"/>
    <w:rsid w:val="009C788E"/>
    <w:rsid w:val="009D1E9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692"/>
    <w:rsid w:val="00A81F42"/>
    <w:rsid w:val="00A84C85"/>
    <w:rsid w:val="00A97DE1"/>
    <w:rsid w:val="00AB053C"/>
    <w:rsid w:val="00AD1146"/>
    <w:rsid w:val="00AD27D3"/>
    <w:rsid w:val="00AD489E"/>
    <w:rsid w:val="00AD66D6"/>
    <w:rsid w:val="00AE1160"/>
    <w:rsid w:val="00AE203C"/>
    <w:rsid w:val="00AE2E74"/>
    <w:rsid w:val="00AE5FCB"/>
    <w:rsid w:val="00AF2C1E"/>
    <w:rsid w:val="00B06142"/>
    <w:rsid w:val="00B135B1"/>
    <w:rsid w:val="00B27E96"/>
    <w:rsid w:val="00B303FF"/>
    <w:rsid w:val="00B3130B"/>
    <w:rsid w:val="00B40ADB"/>
    <w:rsid w:val="00B4383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04E"/>
    <w:rsid w:val="00BF2C41"/>
    <w:rsid w:val="00C058B4"/>
    <w:rsid w:val="00C05F44"/>
    <w:rsid w:val="00C131B5"/>
    <w:rsid w:val="00C16ABF"/>
    <w:rsid w:val="00C170AE"/>
    <w:rsid w:val="00C26CB7"/>
    <w:rsid w:val="00C324C1"/>
    <w:rsid w:val="00C35742"/>
    <w:rsid w:val="00C36992"/>
    <w:rsid w:val="00C4186C"/>
    <w:rsid w:val="00C56036"/>
    <w:rsid w:val="00C61DC5"/>
    <w:rsid w:val="00C67E92"/>
    <w:rsid w:val="00C70A26"/>
    <w:rsid w:val="00C76594"/>
    <w:rsid w:val="00C766DF"/>
    <w:rsid w:val="00C94B98"/>
    <w:rsid w:val="00CA2B96"/>
    <w:rsid w:val="00CA5089"/>
    <w:rsid w:val="00CA56E5"/>
    <w:rsid w:val="00CA7CC9"/>
    <w:rsid w:val="00CB31A9"/>
    <w:rsid w:val="00CC135F"/>
    <w:rsid w:val="00CD6897"/>
    <w:rsid w:val="00CD6F5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483"/>
    <w:rsid w:val="00DF71C8"/>
    <w:rsid w:val="00E129B8"/>
    <w:rsid w:val="00E154BD"/>
    <w:rsid w:val="00E21E7D"/>
    <w:rsid w:val="00E22FBC"/>
    <w:rsid w:val="00E24BF5"/>
    <w:rsid w:val="00E25338"/>
    <w:rsid w:val="00E4219B"/>
    <w:rsid w:val="00E51E44"/>
    <w:rsid w:val="00E612A1"/>
    <w:rsid w:val="00E63348"/>
    <w:rsid w:val="00E715FB"/>
    <w:rsid w:val="00E742AA"/>
    <w:rsid w:val="00E77E88"/>
    <w:rsid w:val="00E8107D"/>
    <w:rsid w:val="00E960BB"/>
    <w:rsid w:val="00EA2074"/>
    <w:rsid w:val="00EA4832"/>
    <w:rsid w:val="00EA4E9D"/>
    <w:rsid w:val="00EB2CED"/>
    <w:rsid w:val="00EC22FE"/>
    <w:rsid w:val="00EC4899"/>
    <w:rsid w:val="00ED03AB"/>
    <w:rsid w:val="00ED0568"/>
    <w:rsid w:val="00ED32D2"/>
    <w:rsid w:val="00EE32DE"/>
    <w:rsid w:val="00EE40E3"/>
    <w:rsid w:val="00EE5457"/>
    <w:rsid w:val="00F070AB"/>
    <w:rsid w:val="00F17567"/>
    <w:rsid w:val="00F2617E"/>
    <w:rsid w:val="00F27A7B"/>
    <w:rsid w:val="00F35EB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E31"/>
    <w:rsid w:val="00FF016A"/>
    <w:rsid w:val="00FF1401"/>
    <w:rsid w:val="00FF5E7D"/>
    <w:rsid w:val="03350425"/>
    <w:rsid w:val="11B8AC52"/>
    <w:rsid w:val="14EB0C62"/>
    <w:rsid w:val="151FD753"/>
    <w:rsid w:val="16758089"/>
    <w:rsid w:val="197824D5"/>
    <w:rsid w:val="20187020"/>
    <w:rsid w:val="21CF174C"/>
    <w:rsid w:val="2C4B0C46"/>
    <w:rsid w:val="30BF6C81"/>
    <w:rsid w:val="31BA5E90"/>
    <w:rsid w:val="35C26B26"/>
    <w:rsid w:val="35DCB82D"/>
    <w:rsid w:val="36A41564"/>
    <w:rsid w:val="3AB010C6"/>
    <w:rsid w:val="3D98BB02"/>
    <w:rsid w:val="3E9E9C35"/>
    <w:rsid w:val="412A94F2"/>
    <w:rsid w:val="413F4620"/>
    <w:rsid w:val="43F03AB8"/>
    <w:rsid w:val="462931D6"/>
    <w:rsid w:val="47A394FC"/>
    <w:rsid w:val="4836483A"/>
    <w:rsid w:val="490147EE"/>
    <w:rsid w:val="4A414AEE"/>
    <w:rsid w:val="4C32EC84"/>
    <w:rsid w:val="5BAB213B"/>
    <w:rsid w:val="73B6F9E4"/>
    <w:rsid w:val="75F2DFE3"/>
    <w:rsid w:val="7A6401A0"/>
    <w:rsid w:val="7AA447AC"/>
    <w:rsid w:val="7CC1E92C"/>
    <w:rsid w:val="7F453D8D"/>
    <w:rsid w:val="7F8B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314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3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D7B42-B022-44D7-9043-F5B029CB6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1512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2025-10-17T09:30:00Z</cp:lastPrinted>
  <dcterms:created xsi:type="dcterms:W3CDTF">2025-09-13T05:31:00Z</dcterms:created>
  <dcterms:modified xsi:type="dcterms:W3CDTF">2025-10-17T09:30:00Z</dcterms:modified>
</cp:coreProperties>
</file>